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318C88" w14:textId="77777777" w:rsidR="003A59BE" w:rsidRDefault="008A5F02" w:rsidP="00F52CDE">
      <w:r>
        <w:t>Informacja prasowa</w:t>
      </w:r>
    </w:p>
    <w:p w14:paraId="3AE916F2" w14:textId="21110FCA" w:rsidR="00B642CF" w:rsidRPr="007E5063" w:rsidRDefault="00931921" w:rsidP="00F52CDE">
      <w:pPr>
        <w:rPr>
          <w:b/>
          <w:bCs/>
        </w:rPr>
      </w:pPr>
      <w:r w:rsidRPr="007E5063">
        <w:rPr>
          <w:b/>
          <w:bCs/>
        </w:rPr>
        <w:t>Subaru Poland Rally Team na podium w Mistrzostwach Litwy</w:t>
      </w:r>
    </w:p>
    <w:p w14:paraId="5F6F09DC" w14:textId="09E668BB" w:rsidR="000C2479" w:rsidRDefault="006C1564" w:rsidP="000C2479">
      <w:pPr>
        <w:rPr>
          <w:b/>
        </w:rPr>
      </w:pPr>
      <w:r>
        <w:rPr>
          <w:b/>
        </w:rPr>
        <w:t>Kolejnym podium w klasie LARC2 zakończyła się dla załogi Subaru Poland Rally Team f</w:t>
      </w:r>
      <w:r w:rsidR="001A52DC">
        <w:rPr>
          <w:b/>
        </w:rPr>
        <w:t>inałowa runda Rajdowych Mistrzostw Litwy</w:t>
      </w:r>
      <w:r>
        <w:rPr>
          <w:b/>
        </w:rPr>
        <w:t xml:space="preserve">. Kuba </w:t>
      </w:r>
      <w:proofErr w:type="spellStart"/>
      <w:r>
        <w:rPr>
          <w:b/>
        </w:rPr>
        <w:t>Greguła</w:t>
      </w:r>
      <w:proofErr w:type="spellEnd"/>
      <w:r>
        <w:rPr>
          <w:b/>
        </w:rPr>
        <w:t xml:space="preserve"> i Grzegorz </w:t>
      </w:r>
      <w:proofErr w:type="spellStart"/>
      <w:r>
        <w:rPr>
          <w:b/>
        </w:rPr>
        <w:t>Dachowski</w:t>
      </w:r>
      <w:proofErr w:type="spellEnd"/>
      <w:r>
        <w:rPr>
          <w:b/>
        </w:rPr>
        <w:t xml:space="preserve"> po trzech ukończonych rundach litewskiego czempionatu zostali drugimi wicemistrzami tego kraju w swojej klasie. </w:t>
      </w:r>
    </w:p>
    <w:p w14:paraId="41DA321C" w14:textId="26A4F328" w:rsidR="000C2479" w:rsidRPr="0032705F" w:rsidRDefault="000C2479" w:rsidP="000C2479">
      <w:pPr>
        <w:rPr>
          <w:bCs/>
        </w:rPr>
      </w:pPr>
      <w:r w:rsidRPr="0032705F">
        <w:rPr>
          <w:bCs/>
        </w:rPr>
        <w:t xml:space="preserve">Start w </w:t>
      </w:r>
      <w:r w:rsidR="00FF6A05">
        <w:rPr>
          <w:bCs/>
        </w:rPr>
        <w:t>Druskiennikach</w:t>
      </w:r>
      <w:r w:rsidRPr="0032705F">
        <w:rPr>
          <w:bCs/>
        </w:rPr>
        <w:t xml:space="preserve"> był dla </w:t>
      </w:r>
      <w:r>
        <w:rPr>
          <w:bCs/>
        </w:rPr>
        <w:t>młodego kierowcy S</w:t>
      </w:r>
      <w:r w:rsidR="00FF6A05">
        <w:rPr>
          <w:bCs/>
        </w:rPr>
        <w:t xml:space="preserve">ubaru </w:t>
      </w:r>
      <w:r>
        <w:rPr>
          <w:bCs/>
        </w:rPr>
        <w:t>P</w:t>
      </w:r>
      <w:r w:rsidR="00FF6A05">
        <w:rPr>
          <w:bCs/>
        </w:rPr>
        <w:t xml:space="preserve">oland </w:t>
      </w:r>
      <w:r>
        <w:rPr>
          <w:bCs/>
        </w:rPr>
        <w:t>R</w:t>
      </w:r>
      <w:r w:rsidR="00FF6A05">
        <w:rPr>
          <w:bCs/>
        </w:rPr>
        <w:t xml:space="preserve">ally </w:t>
      </w:r>
      <w:r>
        <w:rPr>
          <w:bCs/>
        </w:rPr>
        <w:t>T</w:t>
      </w:r>
      <w:r w:rsidR="00FF6A05">
        <w:rPr>
          <w:bCs/>
        </w:rPr>
        <w:t>eam</w:t>
      </w:r>
      <w:r w:rsidRPr="0032705F">
        <w:rPr>
          <w:bCs/>
        </w:rPr>
        <w:t xml:space="preserve"> kolejnym </w:t>
      </w:r>
      <w:r w:rsidR="006C1564">
        <w:rPr>
          <w:bCs/>
        </w:rPr>
        <w:t>znaczącym</w:t>
      </w:r>
      <w:r w:rsidRPr="0032705F">
        <w:rPr>
          <w:bCs/>
        </w:rPr>
        <w:t xml:space="preserve"> </w:t>
      </w:r>
      <w:r>
        <w:rPr>
          <w:bCs/>
        </w:rPr>
        <w:t>krokiem w nabieraniu rajdowych doświadczeń, p</w:t>
      </w:r>
      <w:r w:rsidRPr="0032705F">
        <w:rPr>
          <w:bCs/>
        </w:rPr>
        <w:t xml:space="preserve">rzede wszystkim z uwagi na </w:t>
      </w:r>
      <w:r w:rsidR="00FF6A05">
        <w:rPr>
          <w:bCs/>
        </w:rPr>
        <w:t>dwa ostatnie, nocne odcinki specjalne prowadzące po</w:t>
      </w:r>
      <w:r w:rsidR="00F73A17">
        <w:rPr>
          <w:bCs/>
        </w:rPr>
        <w:t xml:space="preserve"> wąskich, bardzo krętych</w:t>
      </w:r>
      <w:r w:rsidR="00FF6A05">
        <w:rPr>
          <w:bCs/>
        </w:rPr>
        <w:t xml:space="preserve"> i piaszczystych leśnych drogach. </w:t>
      </w:r>
      <w:r w:rsidR="006C1564">
        <w:rPr>
          <w:bCs/>
        </w:rPr>
        <w:t>Podczas ostatniej rundy Mistrzostw Litwy</w:t>
      </w:r>
      <w:r w:rsidR="007E5063">
        <w:rPr>
          <w:bCs/>
        </w:rPr>
        <w:t>,</w:t>
      </w:r>
      <w:r w:rsidR="006C1564">
        <w:rPr>
          <w:bCs/>
        </w:rPr>
        <w:t xml:space="preserve"> Kuba </w:t>
      </w:r>
      <w:proofErr w:type="spellStart"/>
      <w:r w:rsidR="006C1564">
        <w:rPr>
          <w:bCs/>
        </w:rPr>
        <w:t>Greguła</w:t>
      </w:r>
      <w:proofErr w:type="spellEnd"/>
      <w:r w:rsidR="006C1564">
        <w:rPr>
          <w:bCs/>
        </w:rPr>
        <w:t xml:space="preserve"> pilotowany przez Grzegorza </w:t>
      </w:r>
      <w:proofErr w:type="spellStart"/>
      <w:r w:rsidR="006C1564">
        <w:rPr>
          <w:bCs/>
        </w:rPr>
        <w:t>Dachowskiego</w:t>
      </w:r>
      <w:proofErr w:type="spellEnd"/>
      <w:r w:rsidR="006C1564">
        <w:rPr>
          <w:bCs/>
        </w:rPr>
        <w:t xml:space="preserve"> przypieczętował tytuł drugiego wicemistrza Litwy w klasie LARC2 – grupa N. Był to</w:t>
      </w:r>
      <w:r w:rsidR="004503BD">
        <w:rPr>
          <w:bCs/>
        </w:rPr>
        <w:t xml:space="preserve"> dla Kuby </w:t>
      </w:r>
      <w:r w:rsidR="006C1564">
        <w:rPr>
          <w:bCs/>
        </w:rPr>
        <w:t>naj</w:t>
      </w:r>
      <w:r w:rsidR="004503BD">
        <w:rPr>
          <w:bCs/>
        </w:rPr>
        <w:t xml:space="preserve">bardziej wymagający </w:t>
      </w:r>
      <w:r w:rsidR="00D02F87">
        <w:rPr>
          <w:bCs/>
        </w:rPr>
        <w:t xml:space="preserve">z dotychczas przejechanych rajdów. Miękka nawierzchnia odcinków specjalnych, podczas drugiego przejazdu nie przypominała miejscami trasy opisanej podczas piątkowego zapoznania. Dzięki pełnej koncentracji do ostatnich metrów każdego </w:t>
      </w:r>
      <w:proofErr w:type="spellStart"/>
      <w:r w:rsidR="00D02F87">
        <w:rPr>
          <w:bCs/>
        </w:rPr>
        <w:t>oesu</w:t>
      </w:r>
      <w:proofErr w:type="spellEnd"/>
      <w:r w:rsidR="00D02F87">
        <w:rPr>
          <w:bCs/>
        </w:rPr>
        <w:t xml:space="preserve"> u</w:t>
      </w:r>
      <w:r>
        <w:rPr>
          <w:bCs/>
        </w:rPr>
        <w:t xml:space="preserve">dało się uniknąć poważniejszych przygód i po raz kolejny stanąć na podium w swojej klasie.  </w:t>
      </w:r>
    </w:p>
    <w:p w14:paraId="6F250D00" w14:textId="00EE06CC" w:rsidR="00D02F87" w:rsidRDefault="00477650" w:rsidP="00FF6A05">
      <w:pPr>
        <w:rPr>
          <w:bCs/>
        </w:rPr>
      </w:pPr>
      <w:r w:rsidRPr="00477650">
        <w:rPr>
          <w:b/>
        </w:rPr>
        <w:t xml:space="preserve">Kuba </w:t>
      </w:r>
      <w:proofErr w:type="spellStart"/>
      <w:r w:rsidRPr="00477650">
        <w:rPr>
          <w:b/>
        </w:rPr>
        <w:t>Greguła</w:t>
      </w:r>
      <w:proofErr w:type="spellEnd"/>
      <w:r w:rsidRPr="00477650">
        <w:rPr>
          <w:b/>
        </w:rPr>
        <w:t xml:space="preserve">: </w:t>
      </w:r>
      <w:r w:rsidR="00FF6A05" w:rsidRPr="00FF6A05">
        <w:rPr>
          <w:bCs/>
        </w:rPr>
        <w:t xml:space="preserve">Z </w:t>
      </w:r>
      <w:r w:rsidR="00FF6A05">
        <w:rPr>
          <w:bCs/>
        </w:rPr>
        <w:t>sześciu rajdów</w:t>
      </w:r>
      <w:r w:rsidR="00FF6A05" w:rsidRPr="00FF6A05">
        <w:rPr>
          <w:bCs/>
        </w:rPr>
        <w:t xml:space="preserve">, które przejechałem w swoim życiu, </w:t>
      </w:r>
      <w:r w:rsidR="00FF6A05">
        <w:rPr>
          <w:bCs/>
        </w:rPr>
        <w:t>cztery</w:t>
      </w:r>
      <w:r w:rsidR="00FF6A05" w:rsidRPr="00FF6A05">
        <w:rPr>
          <w:bCs/>
        </w:rPr>
        <w:t xml:space="preserve"> odbywały się na szutrowych trasach u naszych sąsiadów. Każdy z nich </w:t>
      </w:r>
      <w:r w:rsidR="00FF6A05">
        <w:rPr>
          <w:bCs/>
        </w:rPr>
        <w:t xml:space="preserve">będę </w:t>
      </w:r>
      <w:r w:rsidR="00FF6A05" w:rsidRPr="00FF6A05">
        <w:rPr>
          <w:bCs/>
        </w:rPr>
        <w:t>wspomina</w:t>
      </w:r>
      <w:r w:rsidR="00FF6A05">
        <w:rPr>
          <w:bCs/>
        </w:rPr>
        <w:t>ł</w:t>
      </w:r>
      <w:r w:rsidR="00FF6A05" w:rsidRPr="00FF6A05">
        <w:rPr>
          <w:bCs/>
        </w:rPr>
        <w:t xml:space="preserve"> jako niezwykły, bo jak inaczej traktować swoje kolejne debiuty. Ten rok jest dla mnie wyjątkowy i pełen nowości</w:t>
      </w:r>
      <w:r w:rsidR="00FF6A05">
        <w:rPr>
          <w:bCs/>
        </w:rPr>
        <w:t xml:space="preserve">. </w:t>
      </w:r>
      <w:r w:rsidR="00FF6A05" w:rsidRPr="00FF6A05">
        <w:rPr>
          <w:bCs/>
        </w:rPr>
        <w:t>Dobrze, że mam obok siebie profesjonalnego pilota</w:t>
      </w:r>
      <w:r w:rsidR="00FF6A05">
        <w:rPr>
          <w:bCs/>
        </w:rPr>
        <w:t xml:space="preserve"> </w:t>
      </w:r>
      <w:r w:rsidR="00FF6A05" w:rsidRPr="00FF6A05">
        <w:rPr>
          <w:bCs/>
        </w:rPr>
        <w:t xml:space="preserve">(a bywało, że </w:t>
      </w:r>
      <w:r w:rsidR="00F73A17">
        <w:rPr>
          <w:bCs/>
        </w:rPr>
        <w:t>także</w:t>
      </w:r>
      <w:r w:rsidR="00F00771">
        <w:rPr>
          <w:bCs/>
        </w:rPr>
        <w:t xml:space="preserve"> </w:t>
      </w:r>
      <w:r w:rsidR="00FF6A05" w:rsidRPr="00FF6A05">
        <w:rPr>
          <w:bCs/>
        </w:rPr>
        <w:t>kierowcę</w:t>
      </w:r>
      <w:r w:rsidR="00F00771">
        <w:rPr>
          <w:bCs/>
        </w:rPr>
        <w:t>)</w:t>
      </w:r>
      <w:r w:rsidR="00FF6A05" w:rsidRPr="00FF6A05">
        <w:rPr>
          <w:bCs/>
        </w:rPr>
        <w:t xml:space="preserve"> Grze</w:t>
      </w:r>
      <w:r w:rsidR="00F00771">
        <w:rPr>
          <w:bCs/>
        </w:rPr>
        <w:t>śka</w:t>
      </w:r>
      <w:r w:rsidR="00FF6A05" w:rsidRPr="00FF6A05">
        <w:rPr>
          <w:bCs/>
        </w:rPr>
        <w:t xml:space="preserve"> </w:t>
      </w:r>
      <w:proofErr w:type="spellStart"/>
      <w:r w:rsidR="00FF6A05" w:rsidRPr="00FF6A05">
        <w:rPr>
          <w:bCs/>
        </w:rPr>
        <w:t>Dachowski</w:t>
      </w:r>
      <w:r w:rsidR="00F00771">
        <w:rPr>
          <w:bCs/>
        </w:rPr>
        <w:t>ego</w:t>
      </w:r>
      <w:proofErr w:type="spellEnd"/>
      <w:r w:rsidR="00FF6A05" w:rsidRPr="00FF6A05">
        <w:rPr>
          <w:bCs/>
        </w:rPr>
        <w:t>. Debiutując w rajdach</w:t>
      </w:r>
      <w:r w:rsidR="00C34828">
        <w:rPr>
          <w:bCs/>
        </w:rPr>
        <w:t>,</w:t>
      </w:r>
      <w:r w:rsidR="00FF6A05" w:rsidRPr="00FF6A05">
        <w:rPr>
          <w:bCs/>
        </w:rPr>
        <w:t xml:space="preserve"> nie spodziewałem się że zdołam wygrać dwie litewskie rundy w swojej klasie, a że będę </w:t>
      </w:r>
      <w:r w:rsidR="005B3C3B">
        <w:rPr>
          <w:bCs/>
        </w:rPr>
        <w:t>drugim</w:t>
      </w:r>
      <w:r w:rsidR="00FF6A05" w:rsidRPr="00FF6A05">
        <w:rPr>
          <w:bCs/>
        </w:rPr>
        <w:t xml:space="preserve"> wicemistrzem tego kraju</w:t>
      </w:r>
      <w:bookmarkStart w:id="0" w:name="_GoBack"/>
      <w:bookmarkEnd w:id="0"/>
      <w:r w:rsidR="005B3C3B">
        <w:rPr>
          <w:bCs/>
        </w:rPr>
        <w:t xml:space="preserve"> - </w:t>
      </w:r>
      <w:r w:rsidR="00FF6A05" w:rsidRPr="00FF6A05">
        <w:rPr>
          <w:bCs/>
        </w:rPr>
        <w:t>nawet nie marzyłem</w:t>
      </w:r>
      <w:r w:rsidR="00F00771">
        <w:rPr>
          <w:bCs/>
        </w:rPr>
        <w:t>.</w:t>
      </w:r>
      <w:r w:rsidR="004B65C7">
        <w:rPr>
          <w:bCs/>
        </w:rPr>
        <w:t xml:space="preserve"> </w:t>
      </w:r>
      <w:r w:rsidR="00FF6A05" w:rsidRPr="00FF6A05">
        <w:rPr>
          <w:bCs/>
        </w:rPr>
        <w:t>Doświadczenie, jakie zdobyłem dzięki Subaru Poland Rally Team jest ogromne</w:t>
      </w:r>
      <w:r w:rsidR="00F73A17">
        <w:rPr>
          <w:bCs/>
        </w:rPr>
        <w:t xml:space="preserve">. Naszym założeniem w tym sezonie była przede wszystkim nauka. </w:t>
      </w:r>
      <w:r w:rsidR="00FF6A05" w:rsidRPr="00FF6A05">
        <w:rPr>
          <w:bCs/>
        </w:rPr>
        <w:t xml:space="preserve">Fajnie, że udało się równocześnie pokazać prędkość i </w:t>
      </w:r>
      <w:r w:rsidR="00D02F87">
        <w:rPr>
          <w:bCs/>
        </w:rPr>
        <w:t>zameldować się</w:t>
      </w:r>
      <w:r w:rsidR="00C34828">
        <w:rPr>
          <w:bCs/>
        </w:rPr>
        <w:t xml:space="preserve"> na mecie pięciu na sześć </w:t>
      </w:r>
      <w:r w:rsidR="00D02F87">
        <w:rPr>
          <w:bCs/>
        </w:rPr>
        <w:t>przejechanych rajdów</w:t>
      </w:r>
      <w:r w:rsidR="004246C3">
        <w:rPr>
          <w:bCs/>
        </w:rPr>
        <w:t xml:space="preserve">. </w:t>
      </w:r>
      <w:r w:rsidR="00FF6A05" w:rsidRPr="00FF6A05">
        <w:rPr>
          <w:bCs/>
        </w:rPr>
        <w:t xml:space="preserve">Dziękuję całemu zespołowi - szefostwu, trenerom </w:t>
      </w:r>
      <w:r w:rsidR="004246C3">
        <w:rPr>
          <w:bCs/>
        </w:rPr>
        <w:t>i</w:t>
      </w:r>
      <w:r w:rsidR="00FF6A05" w:rsidRPr="00FF6A05">
        <w:rPr>
          <w:bCs/>
        </w:rPr>
        <w:t xml:space="preserve"> ekipie technicznej, która dbała, by nasze Subaru było zawsze w pełni sił</w:t>
      </w:r>
      <w:r w:rsidR="004246C3">
        <w:rPr>
          <w:bCs/>
        </w:rPr>
        <w:t xml:space="preserve">. </w:t>
      </w:r>
      <w:r w:rsidR="005B3C3B">
        <w:rPr>
          <w:bCs/>
        </w:rPr>
        <w:t xml:space="preserve">Dopiero w tym roku doświadczyłem jak ważne dla zawodnika jest wsparcie kibiców - </w:t>
      </w:r>
      <w:r w:rsidR="00FF6A05" w:rsidRPr="00FF6A05">
        <w:rPr>
          <w:bCs/>
        </w:rPr>
        <w:t xml:space="preserve">dziękuję Wam za każdego </w:t>
      </w:r>
      <w:proofErr w:type="spellStart"/>
      <w:r w:rsidR="00FF6A05" w:rsidRPr="00FF6A05">
        <w:rPr>
          <w:bCs/>
        </w:rPr>
        <w:t>lajka</w:t>
      </w:r>
      <w:proofErr w:type="spellEnd"/>
      <w:r w:rsidR="005B3C3B">
        <w:rPr>
          <w:bCs/>
        </w:rPr>
        <w:t xml:space="preserve"> i życzliwy</w:t>
      </w:r>
      <w:r w:rsidR="00FF6A05" w:rsidRPr="00FF6A05">
        <w:rPr>
          <w:bCs/>
        </w:rPr>
        <w:t xml:space="preserve"> komentarz</w:t>
      </w:r>
      <w:r w:rsidR="005B3C3B">
        <w:rPr>
          <w:bCs/>
        </w:rPr>
        <w:t xml:space="preserve">! </w:t>
      </w:r>
      <w:r w:rsidR="00FF6A05" w:rsidRPr="00FF6A05">
        <w:rPr>
          <w:bCs/>
        </w:rPr>
        <w:t xml:space="preserve">   </w:t>
      </w:r>
    </w:p>
    <w:p w14:paraId="53F389A0" w14:textId="13B2D2D8" w:rsidR="001A52DC" w:rsidRDefault="00477650" w:rsidP="00FF6A05">
      <w:pPr>
        <w:rPr>
          <w:bCs/>
        </w:rPr>
      </w:pPr>
      <w:r w:rsidRPr="00477650">
        <w:rPr>
          <w:b/>
        </w:rPr>
        <w:t xml:space="preserve">Grzegorz </w:t>
      </w:r>
      <w:proofErr w:type="spellStart"/>
      <w:r w:rsidRPr="00477650">
        <w:rPr>
          <w:b/>
        </w:rPr>
        <w:t>Dachowski</w:t>
      </w:r>
      <w:proofErr w:type="spellEnd"/>
      <w:r w:rsidRPr="00477650">
        <w:rPr>
          <w:b/>
        </w:rPr>
        <w:t xml:space="preserve">: </w:t>
      </w:r>
      <w:r w:rsidR="005B3C3B" w:rsidRPr="005B3C3B">
        <w:rPr>
          <w:bCs/>
        </w:rPr>
        <w:t>Finałowa runda litewskiego czempionatu była prawdziwą męską przygodą. Już p</w:t>
      </w:r>
      <w:r w:rsidR="005B3C3B">
        <w:rPr>
          <w:bCs/>
        </w:rPr>
        <w:t>o zapoznaniu z trasą Rajdu Classic, wiedzieliśmy że to będzie swego rodzaju egzamin</w:t>
      </w:r>
      <w:r w:rsidR="009E6B14">
        <w:rPr>
          <w:bCs/>
        </w:rPr>
        <w:t xml:space="preserve">. </w:t>
      </w:r>
      <w:r w:rsidR="00D02F87">
        <w:rPr>
          <w:bCs/>
        </w:rPr>
        <w:t xml:space="preserve">Odcinki specjalne o zmiennym rytmie, szybkie partie po piaszczystych, miękkich nawierzchniach i kręte drogi </w:t>
      </w:r>
      <w:r w:rsidR="00D02F87">
        <w:rPr>
          <w:bCs/>
        </w:rPr>
        <w:lastRenderedPageBreak/>
        <w:t>pełne niespodzianek na poboczu</w:t>
      </w:r>
      <w:r w:rsidR="00202E89">
        <w:rPr>
          <w:bCs/>
        </w:rPr>
        <w:t>. Margines błędu był bardzo niewielki, a p</w:t>
      </w:r>
      <w:r w:rsidR="00D02F87">
        <w:rPr>
          <w:bCs/>
        </w:rPr>
        <w:t>rawdziwym chrztem bojowym były nocne odcinki</w:t>
      </w:r>
      <w:r w:rsidR="00202E89">
        <w:rPr>
          <w:bCs/>
        </w:rPr>
        <w:t>, których trasa prowadziła wąskimi</w:t>
      </w:r>
      <w:r w:rsidR="00923E68">
        <w:rPr>
          <w:bCs/>
        </w:rPr>
        <w:t>,</w:t>
      </w:r>
      <w:r w:rsidR="00202E89">
        <w:rPr>
          <w:bCs/>
        </w:rPr>
        <w:t xml:space="preserve"> leśnymi drogami. </w:t>
      </w:r>
      <w:r w:rsidR="00F4397B">
        <w:t>Świetna organizacja i kompaktowy charakter imprezy pozwala</w:t>
      </w:r>
      <w:r w:rsidR="00F4397B">
        <w:t>ł</w:t>
      </w:r>
      <w:r w:rsidR="00F4397B">
        <w:t xml:space="preserve"> c</w:t>
      </w:r>
      <w:r w:rsidR="00F4397B">
        <w:t xml:space="preserve">ieszyć się </w:t>
      </w:r>
      <w:r w:rsidR="00F4397B">
        <w:t>jazd</w:t>
      </w:r>
      <w:r w:rsidR="00F4397B">
        <w:t>ą</w:t>
      </w:r>
      <w:r w:rsidR="00F83CB8">
        <w:t xml:space="preserve">, </w:t>
      </w:r>
      <w:r w:rsidR="00F4397B">
        <w:t xml:space="preserve">a na </w:t>
      </w:r>
      <w:proofErr w:type="spellStart"/>
      <w:r w:rsidR="00F4397B">
        <w:t>oesach</w:t>
      </w:r>
      <w:proofErr w:type="spellEnd"/>
      <w:r w:rsidR="00F4397B">
        <w:t xml:space="preserve"> </w:t>
      </w:r>
      <w:r w:rsidR="00F83CB8">
        <w:t xml:space="preserve">podobnie jak podczas poprzednich rajdów na Litwie, mnóstwo </w:t>
      </w:r>
      <w:r w:rsidR="00F4397B">
        <w:rPr>
          <w:bCs/>
        </w:rPr>
        <w:t>kibiców - co nas bardzo zaskoczyło również podczas odcinków nocnych.</w:t>
      </w:r>
    </w:p>
    <w:p w14:paraId="2AE17CC8" w14:textId="77777777" w:rsidR="008A5F02" w:rsidRDefault="008A5F02" w:rsidP="008A5F02">
      <w:r>
        <w:t xml:space="preserve">Kuba </w:t>
      </w:r>
      <w:proofErr w:type="spellStart"/>
      <w:r>
        <w:t>Greguła</w:t>
      </w:r>
      <w:proofErr w:type="spellEnd"/>
      <w:r>
        <w:t xml:space="preserve"> (ur. 16 sierpnia 2001) to jeden z najzdolniejszych polskich kierowców wyczynowych młodego pokolenia. Mimo młodego wieku zdobył już tytuł kartingowego Mistrza Polski 2014</w:t>
      </w:r>
      <w:r w:rsidR="00224542">
        <w:t>,</w:t>
      </w:r>
      <w:r>
        <w:t xml:space="preserve"> Międzynarodowego Vice Mistrza Polski w klasie JUNIOR MAX 2015</w:t>
      </w:r>
      <w:r w:rsidR="00224542">
        <w:t xml:space="preserve">, </w:t>
      </w:r>
      <w:r w:rsidR="00224542" w:rsidRPr="00224542">
        <w:t xml:space="preserve">Vice Mistrza Polski </w:t>
      </w:r>
      <w:proofErr w:type="spellStart"/>
      <w:r w:rsidR="00224542" w:rsidRPr="00224542">
        <w:t>Rotax</w:t>
      </w:r>
      <w:proofErr w:type="spellEnd"/>
      <w:r w:rsidR="00224542" w:rsidRPr="00224542">
        <w:t xml:space="preserve"> Max Senior 2016 i Vice Mistrza Europy CEE </w:t>
      </w:r>
      <w:proofErr w:type="spellStart"/>
      <w:r w:rsidR="00224542" w:rsidRPr="00224542">
        <w:t>Rotax</w:t>
      </w:r>
      <w:proofErr w:type="spellEnd"/>
      <w:r w:rsidR="00224542" w:rsidRPr="00224542">
        <w:t xml:space="preserve"> Max Senior 2017.</w:t>
      </w:r>
      <w:r w:rsidR="00224542">
        <w:t xml:space="preserve"> </w:t>
      </w:r>
      <w:r>
        <w:t xml:space="preserve">Ma także na swoim koncie wiele wygranych wyścigów w Polsce i Europie. Był także członkiem kadry narodowej PZM, uczestnikiem </w:t>
      </w:r>
      <w:proofErr w:type="spellStart"/>
      <w:r>
        <w:t>Rotax</w:t>
      </w:r>
      <w:proofErr w:type="spellEnd"/>
      <w:r>
        <w:t xml:space="preserve"> Grand </w:t>
      </w:r>
      <w:proofErr w:type="spellStart"/>
      <w:r>
        <w:t>Finals</w:t>
      </w:r>
      <w:proofErr w:type="spellEnd"/>
      <w:r>
        <w:t xml:space="preserve"> oraz Karting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Trophy</w:t>
      </w:r>
      <w:proofErr w:type="spellEnd"/>
      <w:r>
        <w:t xml:space="preserve"> FIA. </w:t>
      </w:r>
    </w:p>
    <w:p w14:paraId="277CD2E2" w14:textId="77777777" w:rsidR="008A5F02" w:rsidRDefault="008A5F02" w:rsidP="008A5F02">
      <w:r>
        <w:t xml:space="preserve">Grzegorz </w:t>
      </w:r>
      <w:proofErr w:type="spellStart"/>
      <w:r>
        <w:t>Dachowski</w:t>
      </w:r>
      <w:proofErr w:type="spellEnd"/>
      <w:r>
        <w:t xml:space="preserve"> (ur. 2 marca 1980) to doświadczony pilot rajdowy, który ma na koncie wiele sukcesów. Startuje w rajdach od 2002 roku. Jest II wicemistrzem Rajdowych Mistrzostw Europy w kategorii ERC3 (2017), mistrzem Rajdowych Samochodowych Mistrzostw Polski w grupie R (2011) oraz mistrzem Trofeum FIA Europy Środkowej w grupie A (2011). W sezonie 2018 wraz z Marcinem </w:t>
      </w:r>
      <w:proofErr w:type="spellStart"/>
      <w:r>
        <w:t>Słobodzianem</w:t>
      </w:r>
      <w:proofErr w:type="spellEnd"/>
      <w:r>
        <w:t xml:space="preserve"> wywalczyli tytuł Mistrzów Polski w klasie Open N. </w:t>
      </w:r>
    </w:p>
    <w:p w14:paraId="7AB2F3DA" w14:textId="77777777" w:rsidR="008A5F02" w:rsidRPr="00A86CEF" w:rsidRDefault="008A5F02" w:rsidP="008A5F02">
      <w:r>
        <w:t xml:space="preserve">Partnerami Subaru Poland Rally Team w sezonie 2019 są: Santander Leasing, </w:t>
      </w:r>
      <w:proofErr w:type="spellStart"/>
      <w:r>
        <w:t>Keratronik</w:t>
      </w:r>
      <w:proofErr w:type="spellEnd"/>
      <w:r>
        <w:t xml:space="preserve">, </w:t>
      </w:r>
      <w:proofErr w:type="spellStart"/>
      <w:r>
        <w:t>Eneos</w:t>
      </w:r>
      <w:proofErr w:type="spellEnd"/>
      <w:r>
        <w:t>, ACG Auto, SJS, Pirelli.</w:t>
      </w:r>
    </w:p>
    <w:sectPr w:rsidR="008A5F02" w:rsidRPr="00A86CEF" w:rsidSect="00982F84">
      <w:headerReference w:type="default" r:id="rId8"/>
      <w:footerReference w:type="default" r:id="rId9"/>
      <w:pgSz w:w="11906" w:h="16838"/>
      <w:pgMar w:top="3261" w:right="1080" w:bottom="1440" w:left="108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0E931" w14:textId="77777777" w:rsidR="00155ADB" w:rsidRDefault="00155ADB" w:rsidP="00F52CDE">
      <w:r>
        <w:separator/>
      </w:r>
    </w:p>
  </w:endnote>
  <w:endnote w:type="continuationSeparator" w:id="0">
    <w:p w14:paraId="43B14EA6" w14:textId="77777777" w:rsidR="00155ADB" w:rsidRDefault="00155ADB" w:rsidP="00F52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10E84" w14:textId="77777777" w:rsidR="00FF4D4D" w:rsidRPr="007830D5" w:rsidRDefault="00FF4D4D" w:rsidP="00F52CDE">
    <w:pPr>
      <w:pStyle w:val="Stopka"/>
    </w:pPr>
    <w:r>
      <w:rPr>
        <w:noProof/>
      </w:rPr>
      <w:drawing>
        <wp:inline distT="0" distB="0" distL="0" distR="0" wp14:anchorId="16B5BE68" wp14:editId="555661FD">
          <wp:extent cx="6177915" cy="7950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1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BDC01" w14:textId="77777777" w:rsidR="00155ADB" w:rsidRDefault="00155ADB" w:rsidP="00F52CDE">
      <w:r>
        <w:separator/>
      </w:r>
    </w:p>
  </w:footnote>
  <w:footnote w:type="continuationSeparator" w:id="0">
    <w:p w14:paraId="0E9BCC9C" w14:textId="77777777" w:rsidR="00155ADB" w:rsidRDefault="00155ADB" w:rsidP="00F52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BC82E" w14:textId="77777777" w:rsidR="00FF4D4D" w:rsidRDefault="00FF4D4D" w:rsidP="00F52C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524DA8DC" wp14:editId="0853ECF2">
          <wp:simplePos x="0" y="0"/>
          <wp:positionH relativeFrom="column">
            <wp:posOffset>-150495</wp:posOffset>
          </wp:positionH>
          <wp:positionV relativeFrom="paragraph">
            <wp:posOffset>-81915</wp:posOffset>
          </wp:positionV>
          <wp:extent cx="6515100" cy="1362075"/>
          <wp:effectExtent l="0" t="0" r="0" b="0"/>
          <wp:wrapNone/>
          <wp:docPr id="1" name="Obraz 3" descr="Opis: naglowek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pis: naglowek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1362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8A215B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94"/>
    <w:rsid w:val="00000243"/>
    <w:rsid w:val="0000082B"/>
    <w:rsid w:val="0000325B"/>
    <w:rsid w:val="000035BD"/>
    <w:rsid w:val="00003AC5"/>
    <w:rsid w:val="00004A70"/>
    <w:rsid w:val="00006920"/>
    <w:rsid w:val="00007595"/>
    <w:rsid w:val="00007C5C"/>
    <w:rsid w:val="00007F24"/>
    <w:rsid w:val="00010490"/>
    <w:rsid w:val="000211FD"/>
    <w:rsid w:val="00021F31"/>
    <w:rsid w:val="00024A40"/>
    <w:rsid w:val="00025626"/>
    <w:rsid w:val="000261D4"/>
    <w:rsid w:val="000277EE"/>
    <w:rsid w:val="00030797"/>
    <w:rsid w:val="00032291"/>
    <w:rsid w:val="000322A2"/>
    <w:rsid w:val="000347E6"/>
    <w:rsid w:val="00034FF6"/>
    <w:rsid w:val="00035385"/>
    <w:rsid w:val="00035F98"/>
    <w:rsid w:val="0003717B"/>
    <w:rsid w:val="00042773"/>
    <w:rsid w:val="0004282F"/>
    <w:rsid w:val="00044232"/>
    <w:rsid w:val="00044ACA"/>
    <w:rsid w:val="00046CC1"/>
    <w:rsid w:val="00047246"/>
    <w:rsid w:val="00050143"/>
    <w:rsid w:val="0005086D"/>
    <w:rsid w:val="0005184A"/>
    <w:rsid w:val="00052103"/>
    <w:rsid w:val="000527A8"/>
    <w:rsid w:val="00055D93"/>
    <w:rsid w:val="00060CD4"/>
    <w:rsid w:val="000628DF"/>
    <w:rsid w:val="00063A84"/>
    <w:rsid w:val="000663D8"/>
    <w:rsid w:val="00066B8F"/>
    <w:rsid w:val="00072DB1"/>
    <w:rsid w:val="00073F8F"/>
    <w:rsid w:val="00074A6C"/>
    <w:rsid w:val="00075011"/>
    <w:rsid w:val="0007533C"/>
    <w:rsid w:val="00076592"/>
    <w:rsid w:val="00092978"/>
    <w:rsid w:val="00093624"/>
    <w:rsid w:val="0009369A"/>
    <w:rsid w:val="00094553"/>
    <w:rsid w:val="000945ED"/>
    <w:rsid w:val="0009642E"/>
    <w:rsid w:val="000A0AE6"/>
    <w:rsid w:val="000A1192"/>
    <w:rsid w:val="000A1629"/>
    <w:rsid w:val="000A2FD7"/>
    <w:rsid w:val="000A3D21"/>
    <w:rsid w:val="000A638F"/>
    <w:rsid w:val="000A68B5"/>
    <w:rsid w:val="000A6D6C"/>
    <w:rsid w:val="000A73A5"/>
    <w:rsid w:val="000B0170"/>
    <w:rsid w:val="000B0C53"/>
    <w:rsid w:val="000B1812"/>
    <w:rsid w:val="000B5EC2"/>
    <w:rsid w:val="000B62A7"/>
    <w:rsid w:val="000C1922"/>
    <w:rsid w:val="000C2113"/>
    <w:rsid w:val="000C245F"/>
    <w:rsid w:val="000C2479"/>
    <w:rsid w:val="000C24AE"/>
    <w:rsid w:val="000C413E"/>
    <w:rsid w:val="000C4E22"/>
    <w:rsid w:val="000C6CD6"/>
    <w:rsid w:val="000C6EFC"/>
    <w:rsid w:val="000D07BD"/>
    <w:rsid w:val="000D0B9C"/>
    <w:rsid w:val="000D1AA2"/>
    <w:rsid w:val="000D601A"/>
    <w:rsid w:val="000D796E"/>
    <w:rsid w:val="000D7CA3"/>
    <w:rsid w:val="000D7EA5"/>
    <w:rsid w:val="000E1C0C"/>
    <w:rsid w:val="000E2DB6"/>
    <w:rsid w:val="000E3700"/>
    <w:rsid w:val="000E431E"/>
    <w:rsid w:val="000E472B"/>
    <w:rsid w:val="000E6802"/>
    <w:rsid w:val="000F1E6F"/>
    <w:rsid w:val="000F6719"/>
    <w:rsid w:val="000F672D"/>
    <w:rsid w:val="000F6898"/>
    <w:rsid w:val="00104EEB"/>
    <w:rsid w:val="001069A3"/>
    <w:rsid w:val="00110430"/>
    <w:rsid w:val="001106C9"/>
    <w:rsid w:val="001128DC"/>
    <w:rsid w:val="00113D23"/>
    <w:rsid w:val="001164C2"/>
    <w:rsid w:val="0012166C"/>
    <w:rsid w:val="00121B96"/>
    <w:rsid w:val="0012339C"/>
    <w:rsid w:val="0012678F"/>
    <w:rsid w:val="00126FEB"/>
    <w:rsid w:val="00130694"/>
    <w:rsid w:val="001308E3"/>
    <w:rsid w:val="00130D01"/>
    <w:rsid w:val="001326A7"/>
    <w:rsid w:val="00132922"/>
    <w:rsid w:val="00132FE2"/>
    <w:rsid w:val="001373D1"/>
    <w:rsid w:val="00140259"/>
    <w:rsid w:val="00143F59"/>
    <w:rsid w:val="00145378"/>
    <w:rsid w:val="00146A20"/>
    <w:rsid w:val="00146E4A"/>
    <w:rsid w:val="00147210"/>
    <w:rsid w:val="00150D3E"/>
    <w:rsid w:val="00155ADB"/>
    <w:rsid w:val="00156349"/>
    <w:rsid w:val="00156947"/>
    <w:rsid w:val="00164FEC"/>
    <w:rsid w:val="00166B88"/>
    <w:rsid w:val="0016711A"/>
    <w:rsid w:val="001671E5"/>
    <w:rsid w:val="001746B8"/>
    <w:rsid w:val="00174F01"/>
    <w:rsid w:val="0017661D"/>
    <w:rsid w:val="00176F1F"/>
    <w:rsid w:val="0018137B"/>
    <w:rsid w:val="00181C62"/>
    <w:rsid w:val="00182584"/>
    <w:rsid w:val="00184E49"/>
    <w:rsid w:val="00185173"/>
    <w:rsid w:val="001872F7"/>
    <w:rsid w:val="00187431"/>
    <w:rsid w:val="00190166"/>
    <w:rsid w:val="001946A2"/>
    <w:rsid w:val="00195A6B"/>
    <w:rsid w:val="001A03A7"/>
    <w:rsid w:val="001A0580"/>
    <w:rsid w:val="001A29B6"/>
    <w:rsid w:val="001A493D"/>
    <w:rsid w:val="001A52DC"/>
    <w:rsid w:val="001A5F49"/>
    <w:rsid w:val="001A6A15"/>
    <w:rsid w:val="001A75C8"/>
    <w:rsid w:val="001A7A1F"/>
    <w:rsid w:val="001B1611"/>
    <w:rsid w:val="001B34AF"/>
    <w:rsid w:val="001B4C60"/>
    <w:rsid w:val="001B7051"/>
    <w:rsid w:val="001C0A43"/>
    <w:rsid w:val="001C4075"/>
    <w:rsid w:val="001D31FC"/>
    <w:rsid w:val="001D5247"/>
    <w:rsid w:val="001E148B"/>
    <w:rsid w:val="001E16E6"/>
    <w:rsid w:val="001E49CD"/>
    <w:rsid w:val="001F3573"/>
    <w:rsid w:val="001F5178"/>
    <w:rsid w:val="001F66E7"/>
    <w:rsid w:val="001F6960"/>
    <w:rsid w:val="001F6B74"/>
    <w:rsid w:val="00200BAD"/>
    <w:rsid w:val="0020122A"/>
    <w:rsid w:val="00201607"/>
    <w:rsid w:val="002016F1"/>
    <w:rsid w:val="00202E89"/>
    <w:rsid w:val="00205C89"/>
    <w:rsid w:val="00206192"/>
    <w:rsid w:val="002066F1"/>
    <w:rsid w:val="00207C28"/>
    <w:rsid w:val="00212B7F"/>
    <w:rsid w:val="002143C9"/>
    <w:rsid w:val="00214DCC"/>
    <w:rsid w:val="00215CC7"/>
    <w:rsid w:val="00215D22"/>
    <w:rsid w:val="002177C2"/>
    <w:rsid w:val="00224136"/>
    <w:rsid w:val="00224542"/>
    <w:rsid w:val="00224F99"/>
    <w:rsid w:val="00227075"/>
    <w:rsid w:val="00230C03"/>
    <w:rsid w:val="00232495"/>
    <w:rsid w:val="002327F6"/>
    <w:rsid w:val="00232DF9"/>
    <w:rsid w:val="00234966"/>
    <w:rsid w:val="0023513F"/>
    <w:rsid w:val="00235148"/>
    <w:rsid w:val="00235BED"/>
    <w:rsid w:val="00235EA4"/>
    <w:rsid w:val="0023609C"/>
    <w:rsid w:val="00237CB0"/>
    <w:rsid w:val="00246AC1"/>
    <w:rsid w:val="002512F7"/>
    <w:rsid w:val="00251581"/>
    <w:rsid w:val="0025183E"/>
    <w:rsid w:val="00251BF7"/>
    <w:rsid w:val="002522F6"/>
    <w:rsid w:val="00252660"/>
    <w:rsid w:val="00253001"/>
    <w:rsid w:val="002536C0"/>
    <w:rsid w:val="00253D47"/>
    <w:rsid w:val="0025527C"/>
    <w:rsid w:val="00256396"/>
    <w:rsid w:val="00257591"/>
    <w:rsid w:val="002575CE"/>
    <w:rsid w:val="002602D6"/>
    <w:rsid w:val="002648D3"/>
    <w:rsid w:val="002672D5"/>
    <w:rsid w:val="00270660"/>
    <w:rsid w:val="00270FA5"/>
    <w:rsid w:val="00272324"/>
    <w:rsid w:val="0027765A"/>
    <w:rsid w:val="00277C7B"/>
    <w:rsid w:val="002846F3"/>
    <w:rsid w:val="00284D22"/>
    <w:rsid w:val="00285104"/>
    <w:rsid w:val="00286ED4"/>
    <w:rsid w:val="00287036"/>
    <w:rsid w:val="0029006E"/>
    <w:rsid w:val="002926CB"/>
    <w:rsid w:val="0029335C"/>
    <w:rsid w:val="00295DBC"/>
    <w:rsid w:val="0029729E"/>
    <w:rsid w:val="002A0AE9"/>
    <w:rsid w:val="002A0E2C"/>
    <w:rsid w:val="002A1EF6"/>
    <w:rsid w:val="002A25A6"/>
    <w:rsid w:val="002A26A4"/>
    <w:rsid w:val="002A379D"/>
    <w:rsid w:val="002A51A9"/>
    <w:rsid w:val="002A7EC7"/>
    <w:rsid w:val="002B039A"/>
    <w:rsid w:val="002B2872"/>
    <w:rsid w:val="002B2E03"/>
    <w:rsid w:val="002B5DF4"/>
    <w:rsid w:val="002B73DE"/>
    <w:rsid w:val="002C0450"/>
    <w:rsid w:val="002C3E64"/>
    <w:rsid w:val="002C5A0A"/>
    <w:rsid w:val="002C5B5F"/>
    <w:rsid w:val="002D19E6"/>
    <w:rsid w:val="002D2AD0"/>
    <w:rsid w:val="002D2B78"/>
    <w:rsid w:val="002D355C"/>
    <w:rsid w:val="002D77D0"/>
    <w:rsid w:val="002D7F2D"/>
    <w:rsid w:val="002E05EF"/>
    <w:rsid w:val="002E285D"/>
    <w:rsid w:val="002E29D1"/>
    <w:rsid w:val="002E2A02"/>
    <w:rsid w:val="002E4F5B"/>
    <w:rsid w:val="002E6094"/>
    <w:rsid w:val="002E700C"/>
    <w:rsid w:val="002E7512"/>
    <w:rsid w:val="002F0CDD"/>
    <w:rsid w:val="002F3CF8"/>
    <w:rsid w:val="002F4084"/>
    <w:rsid w:val="002F40D0"/>
    <w:rsid w:val="003011CE"/>
    <w:rsid w:val="00301FF2"/>
    <w:rsid w:val="00303C5F"/>
    <w:rsid w:val="00312456"/>
    <w:rsid w:val="003137DA"/>
    <w:rsid w:val="003155AC"/>
    <w:rsid w:val="00316B7E"/>
    <w:rsid w:val="00316FD2"/>
    <w:rsid w:val="0031767E"/>
    <w:rsid w:val="003213B8"/>
    <w:rsid w:val="0032217D"/>
    <w:rsid w:val="003223DD"/>
    <w:rsid w:val="00322D0B"/>
    <w:rsid w:val="003235AB"/>
    <w:rsid w:val="00326C8B"/>
    <w:rsid w:val="00330D30"/>
    <w:rsid w:val="00332A99"/>
    <w:rsid w:val="00335F2E"/>
    <w:rsid w:val="003373BA"/>
    <w:rsid w:val="00341591"/>
    <w:rsid w:val="00341DB7"/>
    <w:rsid w:val="00344D73"/>
    <w:rsid w:val="00346A4C"/>
    <w:rsid w:val="00351409"/>
    <w:rsid w:val="0035302E"/>
    <w:rsid w:val="00353457"/>
    <w:rsid w:val="00354C1B"/>
    <w:rsid w:val="003563D1"/>
    <w:rsid w:val="003563FA"/>
    <w:rsid w:val="003568A8"/>
    <w:rsid w:val="00357653"/>
    <w:rsid w:val="00357C44"/>
    <w:rsid w:val="003601F3"/>
    <w:rsid w:val="00363527"/>
    <w:rsid w:val="00363827"/>
    <w:rsid w:val="00363D3B"/>
    <w:rsid w:val="00366A48"/>
    <w:rsid w:val="00371003"/>
    <w:rsid w:val="003721F2"/>
    <w:rsid w:val="00372E40"/>
    <w:rsid w:val="00373A22"/>
    <w:rsid w:val="00373EB6"/>
    <w:rsid w:val="00374AF6"/>
    <w:rsid w:val="003767E1"/>
    <w:rsid w:val="00380C07"/>
    <w:rsid w:val="0038437B"/>
    <w:rsid w:val="00384907"/>
    <w:rsid w:val="00390B5D"/>
    <w:rsid w:val="003925CB"/>
    <w:rsid w:val="003936BE"/>
    <w:rsid w:val="00394894"/>
    <w:rsid w:val="00394C50"/>
    <w:rsid w:val="003957E6"/>
    <w:rsid w:val="00395D8B"/>
    <w:rsid w:val="00396489"/>
    <w:rsid w:val="003A03B8"/>
    <w:rsid w:val="003A51A2"/>
    <w:rsid w:val="003A59BE"/>
    <w:rsid w:val="003A5BAD"/>
    <w:rsid w:val="003A7604"/>
    <w:rsid w:val="003B1763"/>
    <w:rsid w:val="003B22EA"/>
    <w:rsid w:val="003B4533"/>
    <w:rsid w:val="003B7AC1"/>
    <w:rsid w:val="003C129A"/>
    <w:rsid w:val="003C1353"/>
    <w:rsid w:val="003C294D"/>
    <w:rsid w:val="003C2EC2"/>
    <w:rsid w:val="003C3AB6"/>
    <w:rsid w:val="003C4050"/>
    <w:rsid w:val="003C427D"/>
    <w:rsid w:val="003C4553"/>
    <w:rsid w:val="003C7BF8"/>
    <w:rsid w:val="003D1594"/>
    <w:rsid w:val="003D1FFA"/>
    <w:rsid w:val="003D6178"/>
    <w:rsid w:val="003E151C"/>
    <w:rsid w:val="003E2452"/>
    <w:rsid w:val="003E2F72"/>
    <w:rsid w:val="003E3912"/>
    <w:rsid w:val="003E44BF"/>
    <w:rsid w:val="003E649F"/>
    <w:rsid w:val="003E704F"/>
    <w:rsid w:val="003F33BF"/>
    <w:rsid w:val="003F3CC4"/>
    <w:rsid w:val="003F420A"/>
    <w:rsid w:val="003F5012"/>
    <w:rsid w:val="003F5896"/>
    <w:rsid w:val="003F5CCB"/>
    <w:rsid w:val="003F6233"/>
    <w:rsid w:val="003F6E16"/>
    <w:rsid w:val="003F7132"/>
    <w:rsid w:val="003F7A10"/>
    <w:rsid w:val="00400861"/>
    <w:rsid w:val="00403716"/>
    <w:rsid w:val="00403E12"/>
    <w:rsid w:val="004061C7"/>
    <w:rsid w:val="00406531"/>
    <w:rsid w:val="0040794A"/>
    <w:rsid w:val="00412082"/>
    <w:rsid w:val="0041303A"/>
    <w:rsid w:val="00413DBD"/>
    <w:rsid w:val="004154E7"/>
    <w:rsid w:val="004169F5"/>
    <w:rsid w:val="00416BD7"/>
    <w:rsid w:val="00422510"/>
    <w:rsid w:val="004229FA"/>
    <w:rsid w:val="00423450"/>
    <w:rsid w:val="004246C3"/>
    <w:rsid w:val="00424ADF"/>
    <w:rsid w:val="00425D22"/>
    <w:rsid w:val="004279A3"/>
    <w:rsid w:val="00430C19"/>
    <w:rsid w:val="004315AF"/>
    <w:rsid w:val="00434DFD"/>
    <w:rsid w:val="00436C4B"/>
    <w:rsid w:val="00440277"/>
    <w:rsid w:val="004410F7"/>
    <w:rsid w:val="00441FB4"/>
    <w:rsid w:val="00445D66"/>
    <w:rsid w:val="004503BD"/>
    <w:rsid w:val="004509BE"/>
    <w:rsid w:val="00451683"/>
    <w:rsid w:val="00453DA6"/>
    <w:rsid w:val="004566FF"/>
    <w:rsid w:val="00457045"/>
    <w:rsid w:val="004603F5"/>
    <w:rsid w:val="0046088B"/>
    <w:rsid w:val="00462955"/>
    <w:rsid w:val="00463CD9"/>
    <w:rsid w:val="0047126C"/>
    <w:rsid w:val="00474DB2"/>
    <w:rsid w:val="004753D3"/>
    <w:rsid w:val="00475FCA"/>
    <w:rsid w:val="00476396"/>
    <w:rsid w:val="00477650"/>
    <w:rsid w:val="00477823"/>
    <w:rsid w:val="00477EAA"/>
    <w:rsid w:val="00480DEE"/>
    <w:rsid w:val="004821DB"/>
    <w:rsid w:val="00483086"/>
    <w:rsid w:val="004842B2"/>
    <w:rsid w:val="004844CF"/>
    <w:rsid w:val="00484904"/>
    <w:rsid w:val="00485DE5"/>
    <w:rsid w:val="004866BC"/>
    <w:rsid w:val="00496338"/>
    <w:rsid w:val="00496CB6"/>
    <w:rsid w:val="004A05FD"/>
    <w:rsid w:val="004A1298"/>
    <w:rsid w:val="004A13EE"/>
    <w:rsid w:val="004A7610"/>
    <w:rsid w:val="004B0F82"/>
    <w:rsid w:val="004B3455"/>
    <w:rsid w:val="004B4058"/>
    <w:rsid w:val="004B449C"/>
    <w:rsid w:val="004B65C7"/>
    <w:rsid w:val="004B72F0"/>
    <w:rsid w:val="004C1705"/>
    <w:rsid w:val="004C2B0B"/>
    <w:rsid w:val="004C4A24"/>
    <w:rsid w:val="004D019A"/>
    <w:rsid w:val="004D2378"/>
    <w:rsid w:val="004D284E"/>
    <w:rsid w:val="004D331F"/>
    <w:rsid w:val="004D33EF"/>
    <w:rsid w:val="004D3E93"/>
    <w:rsid w:val="004D49E9"/>
    <w:rsid w:val="004D5928"/>
    <w:rsid w:val="004E0627"/>
    <w:rsid w:val="004E2181"/>
    <w:rsid w:val="004E333C"/>
    <w:rsid w:val="004E377D"/>
    <w:rsid w:val="004E444D"/>
    <w:rsid w:val="004E59CC"/>
    <w:rsid w:val="004E6DDC"/>
    <w:rsid w:val="004F209F"/>
    <w:rsid w:val="004F3095"/>
    <w:rsid w:val="004F7B4B"/>
    <w:rsid w:val="0050005E"/>
    <w:rsid w:val="00500B5F"/>
    <w:rsid w:val="0050205E"/>
    <w:rsid w:val="005035ED"/>
    <w:rsid w:val="00503DF6"/>
    <w:rsid w:val="005042AB"/>
    <w:rsid w:val="0050519E"/>
    <w:rsid w:val="0050548C"/>
    <w:rsid w:val="005062D5"/>
    <w:rsid w:val="005079DE"/>
    <w:rsid w:val="00511517"/>
    <w:rsid w:val="0051191B"/>
    <w:rsid w:val="00512EE5"/>
    <w:rsid w:val="00513A23"/>
    <w:rsid w:val="00515CD6"/>
    <w:rsid w:val="00517F1E"/>
    <w:rsid w:val="0052227F"/>
    <w:rsid w:val="00522DAE"/>
    <w:rsid w:val="00522E44"/>
    <w:rsid w:val="00523819"/>
    <w:rsid w:val="00523F41"/>
    <w:rsid w:val="005248BF"/>
    <w:rsid w:val="005325D1"/>
    <w:rsid w:val="00532757"/>
    <w:rsid w:val="005367B6"/>
    <w:rsid w:val="005374ED"/>
    <w:rsid w:val="0054032A"/>
    <w:rsid w:val="005421C2"/>
    <w:rsid w:val="00542709"/>
    <w:rsid w:val="00543789"/>
    <w:rsid w:val="00543A88"/>
    <w:rsid w:val="00543ADE"/>
    <w:rsid w:val="00547125"/>
    <w:rsid w:val="00547F1D"/>
    <w:rsid w:val="0055265B"/>
    <w:rsid w:val="005548B9"/>
    <w:rsid w:val="00554A90"/>
    <w:rsid w:val="00556B29"/>
    <w:rsid w:val="00556ED5"/>
    <w:rsid w:val="00561818"/>
    <w:rsid w:val="00562472"/>
    <w:rsid w:val="00564EE6"/>
    <w:rsid w:val="00565017"/>
    <w:rsid w:val="00571FDF"/>
    <w:rsid w:val="00572610"/>
    <w:rsid w:val="00573437"/>
    <w:rsid w:val="0057349E"/>
    <w:rsid w:val="00575AB6"/>
    <w:rsid w:val="00576CE8"/>
    <w:rsid w:val="00580217"/>
    <w:rsid w:val="00580562"/>
    <w:rsid w:val="005813C1"/>
    <w:rsid w:val="00582A1B"/>
    <w:rsid w:val="005844E8"/>
    <w:rsid w:val="005867D8"/>
    <w:rsid w:val="00590693"/>
    <w:rsid w:val="005925D4"/>
    <w:rsid w:val="00592694"/>
    <w:rsid w:val="005A286E"/>
    <w:rsid w:val="005A3BD3"/>
    <w:rsid w:val="005A3CA4"/>
    <w:rsid w:val="005A432E"/>
    <w:rsid w:val="005A49AB"/>
    <w:rsid w:val="005A5C9C"/>
    <w:rsid w:val="005A76B2"/>
    <w:rsid w:val="005A7D46"/>
    <w:rsid w:val="005B144F"/>
    <w:rsid w:val="005B1618"/>
    <w:rsid w:val="005B3C3B"/>
    <w:rsid w:val="005B3FE7"/>
    <w:rsid w:val="005B43C2"/>
    <w:rsid w:val="005B731A"/>
    <w:rsid w:val="005C1B37"/>
    <w:rsid w:val="005C3D2F"/>
    <w:rsid w:val="005C4810"/>
    <w:rsid w:val="005C7FA2"/>
    <w:rsid w:val="005D0A83"/>
    <w:rsid w:val="005D229C"/>
    <w:rsid w:val="005D2B74"/>
    <w:rsid w:val="005D350C"/>
    <w:rsid w:val="005D6194"/>
    <w:rsid w:val="005E00AC"/>
    <w:rsid w:val="005E586B"/>
    <w:rsid w:val="005E6863"/>
    <w:rsid w:val="005E6FE8"/>
    <w:rsid w:val="005E7819"/>
    <w:rsid w:val="005F0F75"/>
    <w:rsid w:val="005F4B6D"/>
    <w:rsid w:val="005F507B"/>
    <w:rsid w:val="005F5191"/>
    <w:rsid w:val="005F76EA"/>
    <w:rsid w:val="006018F2"/>
    <w:rsid w:val="0060237D"/>
    <w:rsid w:val="00602999"/>
    <w:rsid w:val="006041F1"/>
    <w:rsid w:val="0060631E"/>
    <w:rsid w:val="006063C9"/>
    <w:rsid w:val="0061233B"/>
    <w:rsid w:val="006142D5"/>
    <w:rsid w:val="00614F4A"/>
    <w:rsid w:val="00615BB8"/>
    <w:rsid w:val="0061690D"/>
    <w:rsid w:val="006169EE"/>
    <w:rsid w:val="00617C23"/>
    <w:rsid w:val="0062130C"/>
    <w:rsid w:val="0062279C"/>
    <w:rsid w:val="00623FD2"/>
    <w:rsid w:val="00623FDE"/>
    <w:rsid w:val="0062451C"/>
    <w:rsid w:val="00624605"/>
    <w:rsid w:val="00624EFA"/>
    <w:rsid w:val="0062705C"/>
    <w:rsid w:val="006304E2"/>
    <w:rsid w:val="006321DA"/>
    <w:rsid w:val="006342DE"/>
    <w:rsid w:val="00636596"/>
    <w:rsid w:val="00637B9D"/>
    <w:rsid w:val="006406C4"/>
    <w:rsid w:val="00641752"/>
    <w:rsid w:val="0064226F"/>
    <w:rsid w:val="00642785"/>
    <w:rsid w:val="00645BCF"/>
    <w:rsid w:val="00646708"/>
    <w:rsid w:val="00646FB2"/>
    <w:rsid w:val="00647E06"/>
    <w:rsid w:val="006512C1"/>
    <w:rsid w:val="00653518"/>
    <w:rsid w:val="00656B3E"/>
    <w:rsid w:val="0065702D"/>
    <w:rsid w:val="006612F9"/>
    <w:rsid w:val="00662335"/>
    <w:rsid w:val="006628EF"/>
    <w:rsid w:val="00662A85"/>
    <w:rsid w:val="0066520F"/>
    <w:rsid w:val="00666BF8"/>
    <w:rsid w:val="0067037C"/>
    <w:rsid w:val="00670733"/>
    <w:rsid w:val="00674A0E"/>
    <w:rsid w:val="00674B54"/>
    <w:rsid w:val="006754CD"/>
    <w:rsid w:val="006767BA"/>
    <w:rsid w:val="006822B8"/>
    <w:rsid w:val="006824DB"/>
    <w:rsid w:val="0068298A"/>
    <w:rsid w:val="00683C8D"/>
    <w:rsid w:val="00684EB7"/>
    <w:rsid w:val="00685CF8"/>
    <w:rsid w:val="00686067"/>
    <w:rsid w:val="0068632D"/>
    <w:rsid w:val="00692CF4"/>
    <w:rsid w:val="00693B9D"/>
    <w:rsid w:val="00696347"/>
    <w:rsid w:val="006964F8"/>
    <w:rsid w:val="00696A4F"/>
    <w:rsid w:val="00696ED4"/>
    <w:rsid w:val="006A1D9C"/>
    <w:rsid w:val="006A1F6D"/>
    <w:rsid w:val="006A4AA1"/>
    <w:rsid w:val="006A5760"/>
    <w:rsid w:val="006A5AB2"/>
    <w:rsid w:val="006A66C4"/>
    <w:rsid w:val="006B3FA9"/>
    <w:rsid w:val="006B52D1"/>
    <w:rsid w:val="006B54E9"/>
    <w:rsid w:val="006C045E"/>
    <w:rsid w:val="006C1564"/>
    <w:rsid w:val="006C3480"/>
    <w:rsid w:val="006C4B42"/>
    <w:rsid w:val="006C5827"/>
    <w:rsid w:val="006C70F4"/>
    <w:rsid w:val="006D2F9D"/>
    <w:rsid w:val="006D5026"/>
    <w:rsid w:val="006D6E39"/>
    <w:rsid w:val="006E1A03"/>
    <w:rsid w:val="006E25ED"/>
    <w:rsid w:val="006E49D0"/>
    <w:rsid w:val="006E56CF"/>
    <w:rsid w:val="006E59A3"/>
    <w:rsid w:val="006F380C"/>
    <w:rsid w:val="006F5257"/>
    <w:rsid w:val="006F5FDE"/>
    <w:rsid w:val="006F7448"/>
    <w:rsid w:val="0070182E"/>
    <w:rsid w:val="00701B40"/>
    <w:rsid w:val="0070474D"/>
    <w:rsid w:val="0070713D"/>
    <w:rsid w:val="00710016"/>
    <w:rsid w:val="00710669"/>
    <w:rsid w:val="0071260D"/>
    <w:rsid w:val="00712B9B"/>
    <w:rsid w:val="00713B5F"/>
    <w:rsid w:val="00713D7F"/>
    <w:rsid w:val="007149C4"/>
    <w:rsid w:val="00717521"/>
    <w:rsid w:val="00720C51"/>
    <w:rsid w:val="00721D6F"/>
    <w:rsid w:val="00723E02"/>
    <w:rsid w:val="0072428A"/>
    <w:rsid w:val="00725018"/>
    <w:rsid w:val="00725EDC"/>
    <w:rsid w:val="0072732D"/>
    <w:rsid w:val="00727531"/>
    <w:rsid w:val="00730991"/>
    <w:rsid w:val="00731D00"/>
    <w:rsid w:val="007333AB"/>
    <w:rsid w:val="007336A0"/>
    <w:rsid w:val="00736AEF"/>
    <w:rsid w:val="007456D1"/>
    <w:rsid w:val="00745C7D"/>
    <w:rsid w:val="00745F62"/>
    <w:rsid w:val="00750F4E"/>
    <w:rsid w:val="007533DD"/>
    <w:rsid w:val="00753E21"/>
    <w:rsid w:val="00756616"/>
    <w:rsid w:val="0076002A"/>
    <w:rsid w:val="007604CB"/>
    <w:rsid w:val="00761C0A"/>
    <w:rsid w:val="00764C25"/>
    <w:rsid w:val="00764CF8"/>
    <w:rsid w:val="007655C2"/>
    <w:rsid w:val="00766135"/>
    <w:rsid w:val="00766454"/>
    <w:rsid w:val="007702A7"/>
    <w:rsid w:val="00770B02"/>
    <w:rsid w:val="00771195"/>
    <w:rsid w:val="0077225D"/>
    <w:rsid w:val="00772619"/>
    <w:rsid w:val="00773A62"/>
    <w:rsid w:val="0077500D"/>
    <w:rsid w:val="0077627B"/>
    <w:rsid w:val="0078000B"/>
    <w:rsid w:val="0078058D"/>
    <w:rsid w:val="0078194D"/>
    <w:rsid w:val="00782001"/>
    <w:rsid w:val="00782E31"/>
    <w:rsid w:val="007830D5"/>
    <w:rsid w:val="00783DD3"/>
    <w:rsid w:val="0078564D"/>
    <w:rsid w:val="007861BF"/>
    <w:rsid w:val="007918D9"/>
    <w:rsid w:val="007942EC"/>
    <w:rsid w:val="00794379"/>
    <w:rsid w:val="007973F0"/>
    <w:rsid w:val="007A1B7A"/>
    <w:rsid w:val="007A1FDD"/>
    <w:rsid w:val="007A3DB3"/>
    <w:rsid w:val="007A64E3"/>
    <w:rsid w:val="007B01D5"/>
    <w:rsid w:val="007B3A8A"/>
    <w:rsid w:val="007B42DE"/>
    <w:rsid w:val="007C40FB"/>
    <w:rsid w:val="007C4A7F"/>
    <w:rsid w:val="007D0C9F"/>
    <w:rsid w:val="007D115B"/>
    <w:rsid w:val="007D2062"/>
    <w:rsid w:val="007D25CB"/>
    <w:rsid w:val="007D418F"/>
    <w:rsid w:val="007D4A82"/>
    <w:rsid w:val="007D5741"/>
    <w:rsid w:val="007D6134"/>
    <w:rsid w:val="007E1D65"/>
    <w:rsid w:val="007E36B1"/>
    <w:rsid w:val="007E4222"/>
    <w:rsid w:val="007E5063"/>
    <w:rsid w:val="007F0544"/>
    <w:rsid w:val="007F0DBE"/>
    <w:rsid w:val="007F1810"/>
    <w:rsid w:val="007F2587"/>
    <w:rsid w:val="007F2FE9"/>
    <w:rsid w:val="007F33AC"/>
    <w:rsid w:val="00802512"/>
    <w:rsid w:val="008042BD"/>
    <w:rsid w:val="008046FC"/>
    <w:rsid w:val="008053AF"/>
    <w:rsid w:val="0080542F"/>
    <w:rsid w:val="0080674A"/>
    <w:rsid w:val="00806788"/>
    <w:rsid w:val="00807431"/>
    <w:rsid w:val="00810509"/>
    <w:rsid w:val="0081243D"/>
    <w:rsid w:val="008138AF"/>
    <w:rsid w:val="00813C13"/>
    <w:rsid w:val="008172C3"/>
    <w:rsid w:val="008202A5"/>
    <w:rsid w:val="00820824"/>
    <w:rsid w:val="00824976"/>
    <w:rsid w:val="00824A0A"/>
    <w:rsid w:val="008251DF"/>
    <w:rsid w:val="00825D74"/>
    <w:rsid w:val="00827194"/>
    <w:rsid w:val="00830E7A"/>
    <w:rsid w:val="0083165C"/>
    <w:rsid w:val="00831ABC"/>
    <w:rsid w:val="00832627"/>
    <w:rsid w:val="00833E76"/>
    <w:rsid w:val="00834AE7"/>
    <w:rsid w:val="0083549F"/>
    <w:rsid w:val="00835593"/>
    <w:rsid w:val="0083699C"/>
    <w:rsid w:val="00836FEA"/>
    <w:rsid w:val="008373A1"/>
    <w:rsid w:val="008411C1"/>
    <w:rsid w:val="00842FCA"/>
    <w:rsid w:val="00843596"/>
    <w:rsid w:val="00844B89"/>
    <w:rsid w:val="00846DBE"/>
    <w:rsid w:val="008470B6"/>
    <w:rsid w:val="008527DA"/>
    <w:rsid w:val="00853573"/>
    <w:rsid w:val="00853C62"/>
    <w:rsid w:val="00853DF9"/>
    <w:rsid w:val="0085425D"/>
    <w:rsid w:val="00854801"/>
    <w:rsid w:val="00855596"/>
    <w:rsid w:val="008564B6"/>
    <w:rsid w:val="00856D7A"/>
    <w:rsid w:val="00860EEE"/>
    <w:rsid w:val="008611A0"/>
    <w:rsid w:val="00861BE0"/>
    <w:rsid w:val="00861C0D"/>
    <w:rsid w:val="00862659"/>
    <w:rsid w:val="00862FA1"/>
    <w:rsid w:val="00863003"/>
    <w:rsid w:val="00863424"/>
    <w:rsid w:val="00863C8A"/>
    <w:rsid w:val="0086488A"/>
    <w:rsid w:val="00870933"/>
    <w:rsid w:val="008713E9"/>
    <w:rsid w:val="0087241A"/>
    <w:rsid w:val="00872EC9"/>
    <w:rsid w:val="00875069"/>
    <w:rsid w:val="0088095F"/>
    <w:rsid w:val="00880D45"/>
    <w:rsid w:val="00882BA0"/>
    <w:rsid w:val="008840EC"/>
    <w:rsid w:val="00884A75"/>
    <w:rsid w:val="00886BA0"/>
    <w:rsid w:val="00887241"/>
    <w:rsid w:val="00887973"/>
    <w:rsid w:val="00887E0E"/>
    <w:rsid w:val="0089213D"/>
    <w:rsid w:val="00892152"/>
    <w:rsid w:val="00895D8E"/>
    <w:rsid w:val="00896042"/>
    <w:rsid w:val="00896A46"/>
    <w:rsid w:val="00896C47"/>
    <w:rsid w:val="0089701B"/>
    <w:rsid w:val="008A16DB"/>
    <w:rsid w:val="008A1B37"/>
    <w:rsid w:val="008A27D5"/>
    <w:rsid w:val="008A5A9C"/>
    <w:rsid w:val="008A5F02"/>
    <w:rsid w:val="008A69A5"/>
    <w:rsid w:val="008B14FE"/>
    <w:rsid w:val="008B1662"/>
    <w:rsid w:val="008B22F7"/>
    <w:rsid w:val="008B465B"/>
    <w:rsid w:val="008B4A11"/>
    <w:rsid w:val="008B5680"/>
    <w:rsid w:val="008B5D89"/>
    <w:rsid w:val="008B7DC0"/>
    <w:rsid w:val="008C0253"/>
    <w:rsid w:val="008C0721"/>
    <w:rsid w:val="008C302D"/>
    <w:rsid w:val="008C4087"/>
    <w:rsid w:val="008C41CD"/>
    <w:rsid w:val="008C4634"/>
    <w:rsid w:val="008C47A0"/>
    <w:rsid w:val="008C5806"/>
    <w:rsid w:val="008D02E8"/>
    <w:rsid w:val="008D2FBE"/>
    <w:rsid w:val="008D50AC"/>
    <w:rsid w:val="008D5246"/>
    <w:rsid w:val="008D55BA"/>
    <w:rsid w:val="008D5BBF"/>
    <w:rsid w:val="008D5E0D"/>
    <w:rsid w:val="008D5F6A"/>
    <w:rsid w:val="008D6018"/>
    <w:rsid w:val="008D6EF6"/>
    <w:rsid w:val="008D7FEE"/>
    <w:rsid w:val="008E0B38"/>
    <w:rsid w:val="008E197F"/>
    <w:rsid w:val="008E1E3E"/>
    <w:rsid w:val="008E27CA"/>
    <w:rsid w:val="008E31D6"/>
    <w:rsid w:val="008E3C9A"/>
    <w:rsid w:val="008E5163"/>
    <w:rsid w:val="008F0B4C"/>
    <w:rsid w:val="008F4E13"/>
    <w:rsid w:val="008F6D4E"/>
    <w:rsid w:val="008F7FE7"/>
    <w:rsid w:val="00902CE9"/>
    <w:rsid w:val="00902F73"/>
    <w:rsid w:val="00905435"/>
    <w:rsid w:val="00906E5B"/>
    <w:rsid w:val="00910097"/>
    <w:rsid w:val="00912E7A"/>
    <w:rsid w:val="009140E3"/>
    <w:rsid w:val="00914898"/>
    <w:rsid w:val="00915E07"/>
    <w:rsid w:val="00916B22"/>
    <w:rsid w:val="00917EB0"/>
    <w:rsid w:val="0092033A"/>
    <w:rsid w:val="0092174A"/>
    <w:rsid w:val="00923239"/>
    <w:rsid w:val="00923D89"/>
    <w:rsid w:val="00923E68"/>
    <w:rsid w:val="00926190"/>
    <w:rsid w:val="00927509"/>
    <w:rsid w:val="0092779F"/>
    <w:rsid w:val="00931921"/>
    <w:rsid w:val="009409D1"/>
    <w:rsid w:val="00941EA6"/>
    <w:rsid w:val="00943363"/>
    <w:rsid w:val="00943BBF"/>
    <w:rsid w:val="00943BC0"/>
    <w:rsid w:val="00943E03"/>
    <w:rsid w:val="00943F91"/>
    <w:rsid w:val="009452E9"/>
    <w:rsid w:val="00945CA0"/>
    <w:rsid w:val="00945F1A"/>
    <w:rsid w:val="009461F9"/>
    <w:rsid w:val="009464F7"/>
    <w:rsid w:val="00947984"/>
    <w:rsid w:val="00950BFF"/>
    <w:rsid w:val="00952816"/>
    <w:rsid w:val="00952AAF"/>
    <w:rsid w:val="00952DDF"/>
    <w:rsid w:val="00953941"/>
    <w:rsid w:val="0095444D"/>
    <w:rsid w:val="009546E3"/>
    <w:rsid w:val="0095667C"/>
    <w:rsid w:val="00960C23"/>
    <w:rsid w:val="009618AB"/>
    <w:rsid w:val="009628F6"/>
    <w:rsid w:val="009645EF"/>
    <w:rsid w:val="00967514"/>
    <w:rsid w:val="00967D0D"/>
    <w:rsid w:val="00971020"/>
    <w:rsid w:val="00971C22"/>
    <w:rsid w:val="009728B5"/>
    <w:rsid w:val="00973F35"/>
    <w:rsid w:val="00977C5B"/>
    <w:rsid w:val="00981708"/>
    <w:rsid w:val="00982F84"/>
    <w:rsid w:val="009869F2"/>
    <w:rsid w:val="00986B92"/>
    <w:rsid w:val="00986DE3"/>
    <w:rsid w:val="00991D7D"/>
    <w:rsid w:val="00994A53"/>
    <w:rsid w:val="0099694E"/>
    <w:rsid w:val="00997A37"/>
    <w:rsid w:val="009A2106"/>
    <w:rsid w:val="009A3F8F"/>
    <w:rsid w:val="009A4ABD"/>
    <w:rsid w:val="009A63F9"/>
    <w:rsid w:val="009A7036"/>
    <w:rsid w:val="009B135C"/>
    <w:rsid w:val="009B1440"/>
    <w:rsid w:val="009B1F8F"/>
    <w:rsid w:val="009B26A2"/>
    <w:rsid w:val="009B3EE9"/>
    <w:rsid w:val="009B41AA"/>
    <w:rsid w:val="009B6475"/>
    <w:rsid w:val="009B652C"/>
    <w:rsid w:val="009B66D4"/>
    <w:rsid w:val="009C3DA8"/>
    <w:rsid w:val="009C4534"/>
    <w:rsid w:val="009C4604"/>
    <w:rsid w:val="009C4CE7"/>
    <w:rsid w:val="009C4D0F"/>
    <w:rsid w:val="009C5CF3"/>
    <w:rsid w:val="009D23DF"/>
    <w:rsid w:val="009D2C29"/>
    <w:rsid w:val="009D382F"/>
    <w:rsid w:val="009D43D7"/>
    <w:rsid w:val="009D480C"/>
    <w:rsid w:val="009D522B"/>
    <w:rsid w:val="009D6E3E"/>
    <w:rsid w:val="009E038B"/>
    <w:rsid w:val="009E0526"/>
    <w:rsid w:val="009E45AA"/>
    <w:rsid w:val="009E6B14"/>
    <w:rsid w:val="009E70A0"/>
    <w:rsid w:val="009E7FAE"/>
    <w:rsid w:val="009F0EB6"/>
    <w:rsid w:val="009F4D8D"/>
    <w:rsid w:val="009F536B"/>
    <w:rsid w:val="009F5987"/>
    <w:rsid w:val="009F5E13"/>
    <w:rsid w:val="009F5F53"/>
    <w:rsid w:val="009F64A2"/>
    <w:rsid w:val="009F69F4"/>
    <w:rsid w:val="009F7028"/>
    <w:rsid w:val="009F72D7"/>
    <w:rsid w:val="009F7942"/>
    <w:rsid w:val="00A00EAC"/>
    <w:rsid w:val="00A01347"/>
    <w:rsid w:val="00A06649"/>
    <w:rsid w:val="00A118A2"/>
    <w:rsid w:val="00A1233A"/>
    <w:rsid w:val="00A1455F"/>
    <w:rsid w:val="00A16DB6"/>
    <w:rsid w:val="00A17BEC"/>
    <w:rsid w:val="00A2238A"/>
    <w:rsid w:val="00A2452C"/>
    <w:rsid w:val="00A25051"/>
    <w:rsid w:val="00A2525A"/>
    <w:rsid w:val="00A264FF"/>
    <w:rsid w:val="00A26E30"/>
    <w:rsid w:val="00A26E37"/>
    <w:rsid w:val="00A26F80"/>
    <w:rsid w:val="00A27ABE"/>
    <w:rsid w:val="00A32582"/>
    <w:rsid w:val="00A346AA"/>
    <w:rsid w:val="00A35160"/>
    <w:rsid w:val="00A3799F"/>
    <w:rsid w:val="00A42C29"/>
    <w:rsid w:val="00A436D0"/>
    <w:rsid w:val="00A467E2"/>
    <w:rsid w:val="00A47B32"/>
    <w:rsid w:val="00A52954"/>
    <w:rsid w:val="00A53F28"/>
    <w:rsid w:val="00A56A9E"/>
    <w:rsid w:val="00A5719A"/>
    <w:rsid w:val="00A613C6"/>
    <w:rsid w:val="00A662AF"/>
    <w:rsid w:val="00A66325"/>
    <w:rsid w:val="00A66C74"/>
    <w:rsid w:val="00A705C8"/>
    <w:rsid w:val="00A71505"/>
    <w:rsid w:val="00A731D5"/>
    <w:rsid w:val="00A73537"/>
    <w:rsid w:val="00A73719"/>
    <w:rsid w:val="00A73D39"/>
    <w:rsid w:val="00A76242"/>
    <w:rsid w:val="00A80D5A"/>
    <w:rsid w:val="00A842BF"/>
    <w:rsid w:val="00A85F70"/>
    <w:rsid w:val="00A86CEF"/>
    <w:rsid w:val="00A87AA0"/>
    <w:rsid w:val="00A90A4F"/>
    <w:rsid w:val="00A930DD"/>
    <w:rsid w:val="00A93A12"/>
    <w:rsid w:val="00A97907"/>
    <w:rsid w:val="00AA1891"/>
    <w:rsid w:val="00AA3F09"/>
    <w:rsid w:val="00AA587B"/>
    <w:rsid w:val="00AA7CA6"/>
    <w:rsid w:val="00AB3FDA"/>
    <w:rsid w:val="00AB450C"/>
    <w:rsid w:val="00AB46B8"/>
    <w:rsid w:val="00AB52D6"/>
    <w:rsid w:val="00AB59B8"/>
    <w:rsid w:val="00AB5FB2"/>
    <w:rsid w:val="00AB6D9D"/>
    <w:rsid w:val="00AB71B1"/>
    <w:rsid w:val="00AC06BD"/>
    <w:rsid w:val="00AC2511"/>
    <w:rsid w:val="00AC2FE4"/>
    <w:rsid w:val="00AC3FB8"/>
    <w:rsid w:val="00AC5A81"/>
    <w:rsid w:val="00AC5CCE"/>
    <w:rsid w:val="00AC6038"/>
    <w:rsid w:val="00AD3D9B"/>
    <w:rsid w:val="00AD45E4"/>
    <w:rsid w:val="00AD61F7"/>
    <w:rsid w:val="00AE12B3"/>
    <w:rsid w:val="00AE12DF"/>
    <w:rsid w:val="00AE1A1E"/>
    <w:rsid w:val="00AE1B0F"/>
    <w:rsid w:val="00AE232F"/>
    <w:rsid w:val="00AE4EF3"/>
    <w:rsid w:val="00AE69D2"/>
    <w:rsid w:val="00AE78C5"/>
    <w:rsid w:val="00AF152E"/>
    <w:rsid w:val="00AF330A"/>
    <w:rsid w:val="00AF41EA"/>
    <w:rsid w:val="00AF5B8C"/>
    <w:rsid w:val="00AF66B8"/>
    <w:rsid w:val="00AF6CFC"/>
    <w:rsid w:val="00AF7FDC"/>
    <w:rsid w:val="00B0093E"/>
    <w:rsid w:val="00B0115A"/>
    <w:rsid w:val="00B01EBE"/>
    <w:rsid w:val="00B0434C"/>
    <w:rsid w:val="00B04682"/>
    <w:rsid w:val="00B05CA5"/>
    <w:rsid w:val="00B06338"/>
    <w:rsid w:val="00B06C5E"/>
    <w:rsid w:val="00B075F5"/>
    <w:rsid w:val="00B11D36"/>
    <w:rsid w:val="00B148B3"/>
    <w:rsid w:val="00B149C8"/>
    <w:rsid w:val="00B1794F"/>
    <w:rsid w:val="00B20102"/>
    <w:rsid w:val="00B20825"/>
    <w:rsid w:val="00B2185E"/>
    <w:rsid w:val="00B223B3"/>
    <w:rsid w:val="00B23F67"/>
    <w:rsid w:val="00B27781"/>
    <w:rsid w:val="00B279A7"/>
    <w:rsid w:val="00B35153"/>
    <w:rsid w:val="00B3544E"/>
    <w:rsid w:val="00B363AB"/>
    <w:rsid w:val="00B40AF2"/>
    <w:rsid w:val="00B40EFE"/>
    <w:rsid w:val="00B418E1"/>
    <w:rsid w:val="00B43803"/>
    <w:rsid w:val="00B474CE"/>
    <w:rsid w:val="00B556E3"/>
    <w:rsid w:val="00B602F6"/>
    <w:rsid w:val="00B60752"/>
    <w:rsid w:val="00B62DCA"/>
    <w:rsid w:val="00B63C3E"/>
    <w:rsid w:val="00B642CF"/>
    <w:rsid w:val="00B66852"/>
    <w:rsid w:val="00B66E7F"/>
    <w:rsid w:val="00B67011"/>
    <w:rsid w:val="00B72AE7"/>
    <w:rsid w:val="00B75AAF"/>
    <w:rsid w:val="00B7652A"/>
    <w:rsid w:val="00B817FD"/>
    <w:rsid w:val="00B81AFD"/>
    <w:rsid w:val="00B87B52"/>
    <w:rsid w:val="00B905FE"/>
    <w:rsid w:val="00B91101"/>
    <w:rsid w:val="00B91905"/>
    <w:rsid w:val="00B96B20"/>
    <w:rsid w:val="00B96B4C"/>
    <w:rsid w:val="00B96F0B"/>
    <w:rsid w:val="00B97AB3"/>
    <w:rsid w:val="00BA1621"/>
    <w:rsid w:val="00BA2752"/>
    <w:rsid w:val="00BA33AF"/>
    <w:rsid w:val="00BA3DF5"/>
    <w:rsid w:val="00BA4CA3"/>
    <w:rsid w:val="00BA644E"/>
    <w:rsid w:val="00BB0A5F"/>
    <w:rsid w:val="00BB29AA"/>
    <w:rsid w:val="00BB2CFF"/>
    <w:rsid w:val="00BB5790"/>
    <w:rsid w:val="00BB5CE8"/>
    <w:rsid w:val="00BB7D97"/>
    <w:rsid w:val="00BC26CE"/>
    <w:rsid w:val="00BC335E"/>
    <w:rsid w:val="00BC6579"/>
    <w:rsid w:val="00BD0A66"/>
    <w:rsid w:val="00BD18F7"/>
    <w:rsid w:val="00BD3C9D"/>
    <w:rsid w:val="00BD4D73"/>
    <w:rsid w:val="00BD653B"/>
    <w:rsid w:val="00BE1E6E"/>
    <w:rsid w:val="00BE2B6F"/>
    <w:rsid w:val="00BE3DAA"/>
    <w:rsid w:val="00BE5973"/>
    <w:rsid w:val="00BE7710"/>
    <w:rsid w:val="00BF3103"/>
    <w:rsid w:val="00BF331B"/>
    <w:rsid w:val="00BF3AC1"/>
    <w:rsid w:val="00BF4667"/>
    <w:rsid w:val="00C00037"/>
    <w:rsid w:val="00C009D4"/>
    <w:rsid w:val="00C0377E"/>
    <w:rsid w:val="00C05B1F"/>
    <w:rsid w:val="00C0697E"/>
    <w:rsid w:val="00C07ABA"/>
    <w:rsid w:val="00C07E0C"/>
    <w:rsid w:val="00C11C54"/>
    <w:rsid w:val="00C17B67"/>
    <w:rsid w:val="00C17EC7"/>
    <w:rsid w:val="00C2023C"/>
    <w:rsid w:val="00C205A1"/>
    <w:rsid w:val="00C21A89"/>
    <w:rsid w:val="00C22F60"/>
    <w:rsid w:val="00C26144"/>
    <w:rsid w:val="00C27200"/>
    <w:rsid w:val="00C31CBB"/>
    <w:rsid w:val="00C31E76"/>
    <w:rsid w:val="00C32393"/>
    <w:rsid w:val="00C32931"/>
    <w:rsid w:val="00C32F12"/>
    <w:rsid w:val="00C336D9"/>
    <w:rsid w:val="00C34828"/>
    <w:rsid w:val="00C414F0"/>
    <w:rsid w:val="00C425EE"/>
    <w:rsid w:val="00C4352D"/>
    <w:rsid w:val="00C43EB1"/>
    <w:rsid w:val="00C501B6"/>
    <w:rsid w:val="00C52721"/>
    <w:rsid w:val="00C53EFC"/>
    <w:rsid w:val="00C54696"/>
    <w:rsid w:val="00C546B4"/>
    <w:rsid w:val="00C54E15"/>
    <w:rsid w:val="00C55E86"/>
    <w:rsid w:val="00C64B5B"/>
    <w:rsid w:val="00C67020"/>
    <w:rsid w:val="00C73656"/>
    <w:rsid w:val="00C73778"/>
    <w:rsid w:val="00C73E26"/>
    <w:rsid w:val="00C75FDD"/>
    <w:rsid w:val="00C775BB"/>
    <w:rsid w:val="00C77800"/>
    <w:rsid w:val="00C800BA"/>
    <w:rsid w:val="00C800CE"/>
    <w:rsid w:val="00C80296"/>
    <w:rsid w:val="00C8607E"/>
    <w:rsid w:val="00C8788D"/>
    <w:rsid w:val="00C907A6"/>
    <w:rsid w:val="00C90901"/>
    <w:rsid w:val="00C90E7D"/>
    <w:rsid w:val="00C96BCF"/>
    <w:rsid w:val="00C97E44"/>
    <w:rsid w:val="00CA1157"/>
    <w:rsid w:val="00CA3E1A"/>
    <w:rsid w:val="00CA43C7"/>
    <w:rsid w:val="00CB0034"/>
    <w:rsid w:val="00CB0FCC"/>
    <w:rsid w:val="00CB1E25"/>
    <w:rsid w:val="00CB445C"/>
    <w:rsid w:val="00CB4AC6"/>
    <w:rsid w:val="00CB533A"/>
    <w:rsid w:val="00CB56C9"/>
    <w:rsid w:val="00CB6E4A"/>
    <w:rsid w:val="00CB7301"/>
    <w:rsid w:val="00CC346D"/>
    <w:rsid w:val="00CC4BC4"/>
    <w:rsid w:val="00CC4DD8"/>
    <w:rsid w:val="00CC5B00"/>
    <w:rsid w:val="00CC7372"/>
    <w:rsid w:val="00CD23EF"/>
    <w:rsid w:val="00CD3E1B"/>
    <w:rsid w:val="00CD4633"/>
    <w:rsid w:val="00CD5E15"/>
    <w:rsid w:val="00CD7340"/>
    <w:rsid w:val="00CE4E00"/>
    <w:rsid w:val="00CE6F8A"/>
    <w:rsid w:val="00CF03F1"/>
    <w:rsid w:val="00CF1E17"/>
    <w:rsid w:val="00CF27A3"/>
    <w:rsid w:val="00CF2E2A"/>
    <w:rsid w:val="00CF56B5"/>
    <w:rsid w:val="00CF6036"/>
    <w:rsid w:val="00CF7C03"/>
    <w:rsid w:val="00D01453"/>
    <w:rsid w:val="00D019BF"/>
    <w:rsid w:val="00D01D23"/>
    <w:rsid w:val="00D02F87"/>
    <w:rsid w:val="00D03452"/>
    <w:rsid w:val="00D066B7"/>
    <w:rsid w:val="00D104CC"/>
    <w:rsid w:val="00D10C43"/>
    <w:rsid w:val="00D1119E"/>
    <w:rsid w:val="00D121AF"/>
    <w:rsid w:val="00D131C0"/>
    <w:rsid w:val="00D146F1"/>
    <w:rsid w:val="00D20CCB"/>
    <w:rsid w:val="00D2161A"/>
    <w:rsid w:val="00D21706"/>
    <w:rsid w:val="00D26ACD"/>
    <w:rsid w:val="00D271B5"/>
    <w:rsid w:val="00D278D0"/>
    <w:rsid w:val="00D27BD4"/>
    <w:rsid w:val="00D30DE8"/>
    <w:rsid w:val="00D31403"/>
    <w:rsid w:val="00D417A8"/>
    <w:rsid w:val="00D427FF"/>
    <w:rsid w:val="00D42A24"/>
    <w:rsid w:val="00D43D75"/>
    <w:rsid w:val="00D442D1"/>
    <w:rsid w:val="00D461B6"/>
    <w:rsid w:val="00D4621C"/>
    <w:rsid w:val="00D46BEC"/>
    <w:rsid w:val="00D46DFB"/>
    <w:rsid w:val="00D506B0"/>
    <w:rsid w:val="00D51310"/>
    <w:rsid w:val="00D52CEE"/>
    <w:rsid w:val="00D5706B"/>
    <w:rsid w:val="00D57C7B"/>
    <w:rsid w:val="00D60B51"/>
    <w:rsid w:val="00D628D4"/>
    <w:rsid w:val="00D647E1"/>
    <w:rsid w:val="00D677BB"/>
    <w:rsid w:val="00D71DA3"/>
    <w:rsid w:val="00D72452"/>
    <w:rsid w:val="00D73A62"/>
    <w:rsid w:val="00D73BD6"/>
    <w:rsid w:val="00D768CF"/>
    <w:rsid w:val="00D76A6A"/>
    <w:rsid w:val="00D7748F"/>
    <w:rsid w:val="00D80313"/>
    <w:rsid w:val="00D80D74"/>
    <w:rsid w:val="00D8298E"/>
    <w:rsid w:val="00D82D8D"/>
    <w:rsid w:val="00D84A8F"/>
    <w:rsid w:val="00D85609"/>
    <w:rsid w:val="00D86268"/>
    <w:rsid w:val="00D86A94"/>
    <w:rsid w:val="00D87AA0"/>
    <w:rsid w:val="00D902F3"/>
    <w:rsid w:val="00D9049E"/>
    <w:rsid w:val="00D916A5"/>
    <w:rsid w:val="00D930E9"/>
    <w:rsid w:val="00D93A3A"/>
    <w:rsid w:val="00D94102"/>
    <w:rsid w:val="00D95C50"/>
    <w:rsid w:val="00D97870"/>
    <w:rsid w:val="00D97FBC"/>
    <w:rsid w:val="00DA0525"/>
    <w:rsid w:val="00DA0D72"/>
    <w:rsid w:val="00DA151A"/>
    <w:rsid w:val="00DA1B13"/>
    <w:rsid w:val="00DA5983"/>
    <w:rsid w:val="00DA7EDA"/>
    <w:rsid w:val="00DB200A"/>
    <w:rsid w:val="00DB40D1"/>
    <w:rsid w:val="00DB47D4"/>
    <w:rsid w:val="00DB5B65"/>
    <w:rsid w:val="00DB6AF1"/>
    <w:rsid w:val="00DC2C1D"/>
    <w:rsid w:val="00DC2D3D"/>
    <w:rsid w:val="00DC339B"/>
    <w:rsid w:val="00DC5CBF"/>
    <w:rsid w:val="00DC6C6B"/>
    <w:rsid w:val="00DD2491"/>
    <w:rsid w:val="00DD4874"/>
    <w:rsid w:val="00DD487F"/>
    <w:rsid w:val="00DD7E76"/>
    <w:rsid w:val="00DE083D"/>
    <w:rsid w:val="00DE16B5"/>
    <w:rsid w:val="00DE37BE"/>
    <w:rsid w:val="00DE39A3"/>
    <w:rsid w:val="00DE4190"/>
    <w:rsid w:val="00DE452F"/>
    <w:rsid w:val="00DE5533"/>
    <w:rsid w:val="00DE5C38"/>
    <w:rsid w:val="00DE7530"/>
    <w:rsid w:val="00DF0E34"/>
    <w:rsid w:val="00DF593B"/>
    <w:rsid w:val="00DF6621"/>
    <w:rsid w:val="00E02474"/>
    <w:rsid w:val="00E02579"/>
    <w:rsid w:val="00E13AFE"/>
    <w:rsid w:val="00E15CC1"/>
    <w:rsid w:val="00E221CA"/>
    <w:rsid w:val="00E244D8"/>
    <w:rsid w:val="00E2624D"/>
    <w:rsid w:val="00E27DB5"/>
    <w:rsid w:val="00E30AA0"/>
    <w:rsid w:val="00E31BD1"/>
    <w:rsid w:val="00E36487"/>
    <w:rsid w:val="00E36C5C"/>
    <w:rsid w:val="00E4011B"/>
    <w:rsid w:val="00E4186C"/>
    <w:rsid w:val="00E42409"/>
    <w:rsid w:val="00E47022"/>
    <w:rsid w:val="00E51AF5"/>
    <w:rsid w:val="00E53994"/>
    <w:rsid w:val="00E540B1"/>
    <w:rsid w:val="00E548AA"/>
    <w:rsid w:val="00E5572A"/>
    <w:rsid w:val="00E5780B"/>
    <w:rsid w:val="00E57954"/>
    <w:rsid w:val="00E6023E"/>
    <w:rsid w:val="00E617C4"/>
    <w:rsid w:val="00E617C8"/>
    <w:rsid w:val="00E6698D"/>
    <w:rsid w:val="00E672D6"/>
    <w:rsid w:val="00E67A4A"/>
    <w:rsid w:val="00E709A4"/>
    <w:rsid w:val="00E71829"/>
    <w:rsid w:val="00E7187A"/>
    <w:rsid w:val="00E7255B"/>
    <w:rsid w:val="00E7599A"/>
    <w:rsid w:val="00E767FA"/>
    <w:rsid w:val="00E768DC"/>
    <w:rsid w:val="00E80C20"/>
    <w:rsid w:val="00E83A01"/>
    <w:rsid w:val="00E84970"/>
    <w:rsid w:val="00E85293"/>
    <w:rsid w:val="00E86B0D"/>
    <w:rsid w:val="00E875F3"/>
    <w:rsid w:val="00E87782"/>
    <w:rsid w:val="00E902FE"/>
    <w:rsid w:val="00E91068"/>
    <w:rsid w:val="00E929F0"/>
    <w:rsid w:val="00E9301B"/>
    <w:rsid w:val="00E930A5"/>
    <w:rsid w:val="00E941E3"/>
    <w:rsid w:val="00E97E6A"/>
    <w:rsid w:val="00EA001C"/>
    <w:rsid w:val="00EA2E87"/>
    <w:rsid w:val="00EA7489"/>
    <w:rsid w:val="00EA7C10"/>
    <w:rsid w:val="00EB0637"/>
    <w:rsid w:val="00EB1CB0"/>
    <w:rsid w:val="00EB2475"/>
    <w:rsid w:val="00EB2BDC"/>
    <w:rsid w:val="00EB3A1D"/>
    <w:rsid w:val="00EB6DE1"/>
    <w:rsid w:val="00EB71D7"/>
    <w:rsid w:val="00EC27C2"/>
    <w:rsid w:val="00EC2C03"/>
    <w:rsid w:val="00EC78A3"/>
    <w:rsid w:val="00ED58DF"/>
    <w:rsid w:val="00ED5BBA"/>
    <w:rsid w:val="00ED6AB2"/>
    <w:rsid w:val="00ED7124"/>
    <w:rsid w:val="00ED766C"/>
    <w:rsid w:val="00ED7CDF"/>
    <w:rsid w:val="00EE2DB4"/>
    <w:rsid w:val="00EF1BBE"/>
    <w:rsid w:val="00EF1D9D"/>
    <w:rsid w:val="00EF35E6"/>
    <w:rsid w:val="00EF52A7"/>
    <w:rsid w:val="00EF60CE"/>
    <w:rsid w:val="00EF67FD"/>
    <w:rsid w:val="00EF7233"/>
    <w:rsid w:val="00F00771"/>
    <w:rsid w:val="00F033A3"/>
    <w:rsid w:val="00F03866"/>
    <w:rsid w:val="00F05832"/>
    <w:rsid w:val="00F05FC6"/>
    <w:rsid w:val="00F0676F"/>
    <w:rsid w:val="00F072C9"/>
    <w:rsid w:val="00F139C0"/>
    <w:rsid w:val="00F15A81"/>
    <w:rsid w:val="00F1691D"/>
    <w:rsid w:val="00F16AC9"/>
    <w:rsid w:val="00F204F0"/>
    <w:rsid w:val="00F21013"/>
    <w:rsid w:val="00F235DA"/>
    <w:rsid w:val="00F26381"/>
    <w:rsid w:val="00F279B2"/>
    <w:rsid w:val="00F27B81"/>
    <w:rsid w:val="00F317F5"/>
    <w:rsid w:val="00F31CB2"/>
    <w:rsid w:val="00F32F52"/>
    <w:rsid w:val="00F343B7"/>
    <w:rsid w:val="00F35A05"/>
    <w:rsid w:val="00F4084E"/>
    <w:rsid w:val="00F41AD1"/>
    <w:rsid w:val="00F42866"/>
    <w:rsid w:val="00F42D01"/>
    <w:rsid w:val="00F4307A"/>
    <w:rsid w:val="00F435E7"/>
    <w:rsid w:val="00F4397B"/>
    <w:rsid w:val="00F44C84"/>
    <w:rsid w:val="00F4557A"/>
    <w:rsid w:val="00F45C92"/>
    <w:rsid w:val="00F46AB4"/>
    <w:rsid w:val="00F51DA9"/>
    <w:rsid w:val="00F52C15"/>
    <w:rsid w:val="00F52CDE"/>
    <w:rsid w:val="00F53357"/>
    <w:rsid w:val="00F5362C"/>
    <w:rsid w:val="00F550DC"/>
    <w:rsid w:val="00F55E18"/>
    <w:rsid w:val="00F56543"/>
    <w:rsid w:val="00F5764F"/>
    <w:rsid w:val="00F57999"/>
    <w:rsid w:val="00F57D20"/>
    <w:rsid w:val="00F6102B"/>
    <w:rsid w:val="00F62E21"/>
    <w:rsid w:val="00F6584A"/>
    <w:rsid w:val="00F66C0E"/>
    <w:rsid w:val="00F73A17"/>
    <w:rsid w:val="00F75A52"/>
    <w:rsid w:val="00F76151"/>
    <w:rsid w:val="00F80C93"/>
    <w:rsid w:val="00F81E92"/>
    <w:rsid w:val="00F83ACC"/>
    <w:rsid w:val="00F83CB8"/>
    <w:rsid w:val="00F871CF"/>
    <w:rsid w:val="00F8755B"/>
    <w:rsid w:val="00F945CA"/>
    <w:rsid w:val="00F94F1D"/>
    <w:rsid w:val="00FA1459"/>
    <w:rsid w:val="00FA1BFA"/>
    <w:rsid w:val="00FA228E"/>
    <w:rsid w:val="00FA444D"/>
    <w:rsid w:val="00FA702B"/>
    <w:rsid w:val="00FA74A7"/>
    <w:rsid w:val="00FB2C50"/>
    <w:rsid w:val="00FB3596"/>
    <w:rsid w:val="00FB57E4"/>
    <w:rsid w:val="00FB6DEF"/>
    <w:rsid w:val="00FC0BB4"/>
    <w:rsid w:val="00FC1614"/>
    <w:rsid w:val="00FC3EEE"/>
    <w:rsid w:val="00FC4981"/>
    <w:rsid w:val="00FC4C71"/>
    <w:rsid w:val="00FD1B28"/>
    <w:rsid w:val="00FD23D8"/>
    <w:rsid w:val="00FD725F"/>
    <w:rsid w:val="00FE1927"/>
    <w:rsid w:val="00FE2312"/>
    <w:rsid w:val="00FE2F2D"/>
    <w:rsid w:val="00FF0398"/>
    <w:rsid w:val="00FF0EB2"/>
    <w:rsid w:val="00FF33CE"/>
    <w:rsid w:val="00FF441C"/>
    <w:rsid w:val="00FF4D4D"/>
    <w:rsid w:val="00FF6A05"/>
    <w:rsid w:val="00FF6A5C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1DEA5D"/>
  <w15:chartTrackingRefBased/>
  <w15:docId w15:val="{D486992F-B794-46A3-93B8-F69454B6A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52CDE"/>
    <w:pPr>
      <w:suppressAutoHyphens/>
      <w:spacing w:after="200" w:line="360" w:lineRule="auto"/>
      <w:jc w:val="both"/>
    </w:pPr>
    <w:rPr>
      <w:color w:val="000000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E47022"/>
  </w:style>
  <w:style w:type="character" w:styleId="Hipercze">
    <w:name w:val="Hyperlink"/>
    <w:uiPriority w:val="99"/>
    <w:rsid w:val="00E47022"/>
    <w:rPr>
      <w:rFonts w:cs="Times New Roman"/>
      <w:color w:val="0000FF"/>
      <w:u w:val="single"/>
    </w:rPr>
  </w:style>
  <w:style w:type="character" w:customStyle="1" w:styleId="NagwekZnak">
    <w:name w:val="Nagłówek Znak"/>
    <w:uiPriority w:val="99"/>
    <w:rsid w:val="00E47022"/>
    <w:rPr>
      <w:rFonts w:cs="Times New Roman"/>
    </w:rPr>
  </w:style>
  <w:style w:type="character" w:customStyle="1" w:styleId="StopkaZnak">
    <w:name w:val="Stopka Znak"/>
    <w:uiPriority w:val="99"/>
    <w:rsid w:val="00E47022"/>
    <w:rPr>
      <w:rFonts w:cs="Times New Roman"/>
    </w:rPr>
  </w:style>
  <w:style w:type="character" w:customStyle="1" w:styleId="TekstdymkaZnak">
    <w:name w:val="Tekst dymka Znak"/>
    <w:uiPriority w:val="99"/>
    <w:rsid w:val="00E47022"/>
    <w:rPr>
      <w:rFonts w:ascii="Tahoma" w:hAnsi="Tahoma"/>
      <w:sz w:val="16"/>
    </w:rPr>
  </w:style>
  <w:style w:type="character" w:styleId="UyteHipercze">
    <w:name w:val="FollowedHyperlink"/>
    <w:uiPriority w:val="99"/>
    <w:rsid w:val="00E47022"/>
    <w:rPr>
      <w:rFonts w:cs="Times New Roman"/>
      <w:color w:val="800080"/>
      <w:u w:val="single"/>
    </w:rPr>
  </w:style>
  <w:style w:type="character" w:customStyle="1" w:styleId="TekstprzypisukocowegoZnak">
    <w:name w:val="Tekst przypisu końcowego Znak"/>
    <w:uiPriority w:val="99"/>
    <w:rsid w:val="00E47022"/>
    <w:rPr>
      <w:rFonts w:cs="Times New Roman"/>
    </w:rPr>
  </w:style>
  <w:style w:type="character" w:customStyle="1" w:styleId="Znakiprzypiswkocowych">
    <w:name w:val="Znaki przypisów końcowych"/>
    <w:uiPriority w:val="99"/>
    <w:rsid w:val="00E47022"/>
    <w:rPr>
      <w:vertAlign w:val="superscript"/>
    </w:rPr>
  </w:style>
  <w:style w:type="paragraph" w:customStyle="1" w:styleId="Nagwek1">
    <w:name w:val="Nagłówek1"/>
    <w:basedOn w:val="Normalny"/>
    <w:next w:val="Tekstpodstawowy"/>
    <w:uiPriority w:val="99"/>
    <w:rsid w:val="00E47022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47022"/>
    <w:pPr>
      <w:spacing w:after="120"/>
    </w:pPr>
    <w:rPr>
      <w:rFonts w:ascii="Calibri" w:hAnsi="Calibri" w:cs="Times New Roman"/>
      <w:color w:val="auto"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ED4BB4"/>
    <w:rPr>
      <w:rFonts w:ascii="Calibri" w:hAnsi="Calibri" w:cs="Calibri"/>
      <w:lang w:eastAsia="ar-SA"/>
    </w:rPr>
  </w:style>
  <w:style w:type="paragraph" w:styleId="Lista">
    <w:name w:val="List"/>
    <w:basedOn w:val="Tekstpodstawowy"/>
    <w:uiPriority w:val="99"/>
    <w:rsid w:val="00E47022"/>
    <w:rPr>
      <w:rFonts w:cs="Mangal"/>
    </w:rPr>
  </w:style>
  <w:style w:type="paragraph" w:customStyle="1" w:styleId="Podpis1">
    <w:name w:val="Podpis1"/>
    <w:basedOn w:val="Normalny"/>
    <w:uiPriority w:val="99"/>
    <w:rsid w:val="00E470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E47022"/>
    <w:pPr>
      <w:suppressLineNumbers/>
    </w:pPr>
    <w:rPr>
      <w:rFonts w:cs="Mangal"/>
    </w:rPr>
  </w:style>
  <w:style w:type="paragraph" w:styleId="Nagwek">
    <w:name w:val="header"/>
    <w:basedOn w:val="Normalny"/>
    <w:link w:val="NagwekZnak1"/>
    <w:uiPriority w:val="99"/>
    <w:rsid w:val="00E47022"/>
    <w:pPr>
      <w:spacing w:after="0" w:line="240" w:lineRule="auto"/>
    </w:pPr>
    <w:rPr>
      <w:rFonts w:ascii="Calibri" w:hAnsi="Calibri" w:cs="Times New Roman"/>
      <w:color w:val="auto"/>
      <w:sz w:val="20"/>
      <w:szCs w:val="20"/>
      <w:lang w:val="x-none"/>
    </w:rPr>
  </w:style>
  <w:style w:type="character" w:customStyle="1" w:styleId="NagwekZnak1">
    <w:name w:val="Nagłówek Znak1"/>
    <w:link w:val="Nagwek"/>
    <w:uiPriority w:val="99"/>
    <w:semiHidden/>
    <w:rsid w:val="00ED4BB4"/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E47022"/>
    <w:pPr>
      <w:spacing w:after="0" w:line="240" w:lineRule="auto"/>
    </w:pPr>
    <w:rPr>
      <w:rFonts w:ascii="Calibri" w:hAnsi="Calibri" w:cs="Times New Roman"/>
      <w:color w:val="auto"/>
      <w:sz w:val="20"/>
      <w:szCs w:val="20"/>
      <w:lang w:val="x-none"/>
    </w:rPr>
  </w:style>
  <w:style w:type="character" w:customStyle="1" w:styleId="StopkaZnak1">
    <w:name w:val="Stopka Znak1"/>
    <w:link w:val="Stopka"/>
    <w:uiPriority w:val="99"/>
    <w:semiHidden/>
    <w:rsid w:val="00ED4BB4"/>
    <w:rPr>
      <w:rFonts w:ascii="Calibri" w:hAnsi="Calibri" w:cs="Calibri"/>
      <w:lang w:eastAsia="ar-SA"/>
    </w:rPr>
  </w:style>
  <w:style w:type="paragraph" w:styleId="Tekstdymka">
    <w:name w:val="Balloon Text"/>
    <w:basedOn w:val="Normalny"/>
    <w:link w:val="TekstdymkaZnak1"/>
    <w:uiPriority w:val="99"/>
    <w:rsid w:val="00E47022"/>
    <w:pPr>
      <w:spacing w:after="0" w:line="240" w:lineRule="auto"/>
    </w:pPr>
    <w:rPr>
      <w:rFonts w:cs="Times New Roman"/>
      <w:color w:val="auto"/>
      <w:sz w:val="0"/>
      <w:szCs w:val="0"/>
      <w:lang w:val="x-none"/>
    </w:rPr>
  </w:style>
  <w:style w:type="character" w:customStyle="1" w:styleId="TekstdymkaZnak1">
    <w:name w:val="Tekst dymka Znak1"/>
    <w:link w:val="Tekstdymka"/>
    <w:uiPriority w:val="99"/>
    <w:semiHidden/>
    <w:rsid w:val="00ED4BB4"/>
    <w:rPr>
      <w:rFonts w:cs="Calibri"/>
      <w:sz w:val="0"/>
      <w:szCs w:val="0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E47022"/>
    <w:rPr>
      <w:rFonts w:ascii="Calibri" w:hAnsi="Calibri" w:cs="Times New Roman"/>
      <w:color w:val="auto"/>
      <w:sz w:val="20"/>
      <w:szCs w:val="20"/>
      <w:lang w:val="x-none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ED4BB4"/>
    <w:rPr>
      <w:rFonts w:ascii="Calibri" w:hAnsi="Calibri" w:cs="Calibri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E709A4"/>
    <w:rPr>
      <w:rFonts w:ascii="Courier" w:hAnsi="Courier"/>
      <w:color w:val="auto"/>
      <w:sz w:val="20"/>
      <w:szCs w:val="20"/>
      <w:lang w:val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E709A4"/>
    <w:rPr>
      <w:rFonts w:ascii="Courier" w:hAnsi="Courier"/>
      <w:lang w:eastAsia="ar-SA" w:bidi="ar-SA"/>
    </w:rPr>
  </w:style>
  <w:style w:type="character" w:styleId="Odwoanieprzypisukocowego">
    <w:name w:val="endnote reference"/>
    <w:uiPriority w:val="99"/>
    <w:semiHidden/>
    <w:unhideWhenUsed/>
    <w:rsid w:val="000256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3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2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43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6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0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iek\Documents\DOKUMENTY\HIGH_MOTO\SUBARU%20POLAND%20RALLY%20TEAM\SPRT_papier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5678B-84A5-49BD-B3BB-2D5A36AC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SPRT_papier5</Template>
  <TotalTime>798</TotalTime>
  <Pages>2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Subaru Poland Rally Team po Rajdzie Swidnickim</vt:lpstr>
    </vt:vector>
  </TitlesOfParts>
  <Company>Subaru Import Polska sp. z o.o.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Subaru Poland Rally Team po Rajdzie Swidnickim</dc:title>
  <dc:subject/>
  <dc:creator>Maciek</dc:creator>
  <cp:keywords/>
  <cp:lastModifiedBy>Maciej Kracik</cp:lastModifiedBy>
  <cp:revision>11</cp:revision>
  <cp:lastPrinted>2019-07-10T21:34:00Z</cp:lastPrinted>
  <dcterms:created xsi:type="dcterms:W3CDTF">2019-10-05T21:22:00Z</dcterms:created>
  <dcterms:modified xsi:type="dcterms:W3CDTF">2019-10-06T10:41:00Z</dcterms:modified>
</cp:coreProperties>
</file>